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31" w:rsidRDefault="000D6C31">
      <w:pPr>
        <w:pStyle w:val="2"/>
      </w:pPr>
    </w:p>
    <w:p w:rsidR="000D6C31" w:rsidRDefault="00BA52E3">
      <w:pPr>
        <w:pStyle w:val="Standard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   2 класс</w:t>
      </w:r>
    </w:p>
    <w:p w:rsidR="000D6C31" w:rsidRDefault="00BA52E3">
      <w:pPr>
        <w:pStyle w:val="Standard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ЛИТЕРАТУРНОЕ ЧТЕНИЕ</w:t>
      </w:r>
    </w:p>
    <w:p w:rsidR="000D6C31" w:rsidRDefault="00BA52E3">
      <w:pPr>
        <w:pStyle w:val="Standard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ПОЯСНИТЕЛЬНАЯ ЗАПИСКА  </w:t>
      </w:r>
    </w:p>
    <w:p w:rsidR="000D6C31" w:rsidRDefault="00BA52E3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2990"/>
        </w:tabs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PragmaticaC-Bold" w:hAnsi="PragmaticaC-Bold" w:cs="PragmaticaC-Bold"/>
          <w:b/>
          <w:bCs/>
          <w:kern w:val="0"/>
          <w:sz w:val="24"/>
          <w:szCs w:val="24"/>
        </w:rPr>
        <w:t>1. ПОЯСНИТЕЛЬНАЯ ЗАПИСКА</w:t>
      </w:r>
      <w:r>
        <w:rPr>
          <w:rFonts w:ascii="PragmaticaC-Bold" w:hAnsi="PragmaticaC-Bold" w:cs="PragmaticaC-Bold"/>
          <w:b/>
          <w:bCs/>
          <w:kern w:val="0"/>
          <w:sz w:val="24"/>
          <w:szCs w:val="24"/>
        </w:rPr>
        <w:tab/>
      </w:r>
      <w:r>
        <w:rPr>
          <w:rFonts w:ascii="PragmaticaC-Bold" w:hAnsi="PragmaticaC-Bold" w:cs="PragmaticaC-Bold"/>
          <w:b/>
          <w:bCs/>
          <w:kern w:val="0"/>
          <w:sz w:val="24"/>
          <w:szCs w:val="24"/>
        </w:rPr>
        <w:tab/>
      </w:r>
    </w:p>
    <w:p w:rsidR="000D6C31" w:rsidRDefault="00BA52E3">
      <w:r>
        <w:rPr>
          <w:rFonts w:ascii="Times New Roman" w:hAnsi="Times New Roman" w:cs="Times New Roman"/>
          <w:kern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Рабочая программа по предмету разработана на основе следующих нормативны</w:t>
      </w:r>
      <w:r>
        <w:rPr>
          <w:rFonts w:ascii="Times New Roman" w:hAnsi="Times New Roman" w:cs="Times New Roman"/>
          <w:sz w:val="24"/>
          <w:szCs w:val="24"/>
        </w:rPr>
        <w:t>х документов:</w:t>
      </w:r>
    </w:p>
    <w:p w:rsidR="000D6C31" w:rsidRDefault="00BA52E3">
      <w:pPr>
        <w:pStyle w:val="af0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Российской Федерации «Об образовании»</w:t>
      </w:r>
    </w:p>
    <w:p w:rsidR="000D6C31" w:rsidRDefault="00BA52E3">
      <w:pPr>
        <w:pStyle w:val="af0"/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 ( приказы Министерства образования и науки Ро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сийской Федерации от 06.10.2009 № 373 (зарегистрированного в Минюсте </w:t>
      </w:r>
      <w:r>
        <w:rPr>
          <w:rFonts w:ascii="Times New Roman" w:hAnsi="Times New Roman"/>
          <w:sz w:val="24"/>
          <w:szCs w:val="24"/>
        </w:rPr>
        <w:t>России 22.12.2009, регистрационный номер 19785) об утверждении и введении в действие федерального государственного стандарта начального общего образования», от 26.11.2010 № 1241 9 зарегистрированного в Минюсте России 04.02.2011, регистрационный номер 19707</w:t>
      </w:r>
      <w:r>
        <w:rPr>
          <w:rFonts w:ascii="Times New Roman" w:hAnsi="Times New Roman"/>
          <w:sz w:val="24"/>
          <w:szCs w:val="24"/>
        </w:rPr>
        <w:t>) № О внесении изменений в федеральный государственный образовательный ста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дарт начального общего образования, утверждённый приказом Министерства образования и науки Российской Федерации от 06ю10.2009 № 373)</w:t>
      </w:r>
    </w:p>
    <w:p w:rsidR="000D6C31" w:rsidRDefault="00BA52E3">
      <w:pPr>
        <w:pStyle w:val="af0"/>
        <w:numPr>
          <w:ilvl w:val="0"/>
          <w:numId w:val="1"/>
        </w:numPr>
      </w:pPr>
      <w:r>
        <w:rPr>
          <w:rFonts w:ascii="Times New Roman" w:hAnsi="Times New Roman"/>
          <w:sz w:val="24"/>
          <w:szCs w:val="24"/>
        </w:rPr>
        <w:t xml:space="preserve">Федеральный перечень учебников, рекомендованных </w:t>
      </w:r>
      <w:r>
        <w:rPr>
          <w:rFonts w:ascii="Times New Roman" w:hAnsi="Times New Roman"/>
          <w:sz w:val="24"/>
          <w:szCs w:val="24"/>
        </w:rPr>
        <w:t>(допущенных) Министерством образования и науки Российской Федерации к использов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нию в образовательном процессе в общеобразовательных учреждениях, на 2014-2015 учебный год (приказ Министерства образования и науки 23.04.2014 № 08-548)</w:t>
      </w:r>
    </w:p>
    <w:p w:rsidR="000D6C31" w:rsidRDefault="00BA52E3">
      <w:pPr>
        <w:pStyle w:val="af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Региональный базисный у</w:t>
      </w:r>
      <w:r>
        <w:rPr>
          <w:rFonts w:ascii="Times New Roman" w:hAnsi="Times New Roman"/>
          <w:sz w:val="24"/>
          <w:szCs w:val="24"/>
        </w:rPr>
        <w:t>чебный план для образовательных учреждений</w:t>
      </w:r>
    </w:p>
    <w:p w:rsidR="000D6C31" w:rsidRDefault="00BA52E3">
      <w:pPr>
        <w:pStyle w:val="af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МБОУ СОШ№53</w:t>
      </w:r>
    </w:p>
    <w:p w:rsidR="000D6C31" w:rsidRDefault="00BA52E3">
      <w:pPr>
        <w:pStyle w:val="af0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Примерная авторская программа   Г. С. Меркин, Б. Г. Меркин, С. А. Болотова «Литературное чтение»   (образовательная программа « Начальная инновационная школа»). 2012г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kern w:val="0"/>
          <w:sz w:val="24"/>
          <w:szCs w:val="24"/>
        </w:rPr>
        <w:t>Современное начальное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образование находится на стадии освоения нового Федерального государственного образовательного стандарта (ФГОС). Отл</w:t>
      </w:r>
      <w:r>
        <w:rPr>
          <w:rFonts w:ascii="Times New Roman" w:hAnsi="Times New Roman" w:cs="Times New Roman"/>
          <w:kern w:val="0"/>
          <w:sz w:val="24"/>
          <w:szCs w:val="24"/>
        </w:rPr>
        <w:t>и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чительной особенностью Стандарта является ориентация на развитие личности обучающегося. При этом особое внимание направлено на воспитание </w:t>
      </w:r>
      <w:r>
        <w:rPr>
          <w:rFonts w:ascii="Times New Roman" w:hAnsi="Times New Roman" w:cs="Times New Roman"/>
          <w:kern w:val="0"/>
          <w:sz w:val="24"/>
          <w:szCs w:val="24"/>
        </w:rPr>
        <w:t>и развитие таких качеств личности, которые отвечают требованиям информационного общества, инновационной экономики, задачам построения дем</w:t>
      </w:r>
      <w:r>
        <w:rPr>
          <w:rFonts w:ascii="Times New Roman" w:hAnsi="Times New Roman" w:cs="Times New Roman"/>
          <w:kern w:val="0"/>
          <w:sz w:val="24"/>
          <w:szCs w:val="24"/>
        </w:rPr>
        <w:t>о</w:t>
      </w:r>
      <w:r>
        <w:rPr>
          <w:rFonts w:ascii="Times New Roman" w:hAnsi="Times New Roman" w:cs="Times New Roman"/>
          <w:kern w:val="0"/>
          <w:sz w:val="24"/>
          <w:szCs w:val="24"/>
        </w:rPr>
        <w:t>кратического гражданского общества на основе патриотизма, толерантности, диалога культур и уважения к многонационально</w:t>
      </w:r>
      <w:r>
        <w:rPr>
          <w:rFonts w:ascii="Times New Roman" w:hAnsi="Times New Roman" w:cs="Times New Roman"/>
          <w:kern w:val="0"/>
          <w:sz w:val="24"/>
          <w:szCs w:val="24"/>
        </w:rPr>
        <w:t>му, поликультурному и поликонфессиональному составу российского общества.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Литература — один из важнейших предметов в системе школьного образования, в котором органически сочетаются интеллектуальные, эстетические и нравственные аспекты, позволяющие реал</w:t>
      </w:r>
      <w:r>
        <w:rPr>
          <w:rFonts w:ascii="Times New Roman" w:hAnsi="Times New Roman" w:cs="Times New Roman"/>
          <w:kern w:val="0"/>
          <w:sz w:val="24"/>
          <w:szCs w:val="24"/>
        </w:rPr>
        <w:t>изовать требования Стандарта. Одним из средств реализации названных требований является недавно ра</w:t>
      </w:r>
      <w:r>
        <w:rPr>
          <w:rFonts w:ascii="Times New Roman" w:hAnsi="Times New Roman" w:cs="Times New Roman"/>
          <w:kern w:val="0"/>
          <w:sz w:val="24"/>
          <w:szCs w:val="24"/>
        </w:rPr>
        <w:t>з</w:t>
      </w:r>
      <w:r>
        <w:rPr>
          <w:rFonts w:ascii="Times New Roman" w:hAnsi="Times New Roman" w:cs="Times New Roman"/>
          <w:kern w:val="0"/>
          <w:sz w:val="24"/>
          <w:szCs w:val="24"/>
        </w:rPr>
        <w:t>работанный и проходящий апробацию в образовательных учреждениях России курс по литературному чтению. Его авторы — Г.С. Меркин, доктор п</w:t>
      </w:r>
      <w:r>
        <w:rPr>
          <w:rFonts w:ascii="Times New Roman" w:hAnsi="Times New Roman" w:cs="Times New Roman"/>
          <w:kern w:val="0"/>
          <w:sz w:val="24"/>
          <w:szCs w:val="24"/>
        </w:rPr>
        <w:t>е</w:t>
      </w:r>
      <w:r>
        <w:rPr>
          <w:rFonts w:ascii="Times New Roman" w:hAnsi="Times New Roman" w:cs="Times New Roman"/>
          <w:kern w:val="0"/>
          <w:sz w:val="24"/>
          <w:szCs w:val="24"/>
        </w:rPr>
        <w:t>дагогических наук, пр</w:t>
      </w:r>
      <w:r>
        <w:rPr>
          <w:rFonts w:ascii="Times New Roman" w:hAnsi="Times New Roman" w:cs="Times New Roman"/>
          <w:kern w:val="0"/>
          <w:sz w:val="24"/>
          <w:szCs w:val="24"/>
        </w:rPr>
        <w:t>офессор Смоленского государственного университета; Б.Г. Меркин, кандидат филологических наук, доцент Смоленского гос</w:t>
      </w:r>
      <w:r>
        <w:rPr>
          <w:rFonts w:ascii="Times New Roman" w:hAnsi="Times New Roman" w:cs="Times New Roman"/>
          <w:kern w:val="0"/>
          <w:sz w:val="24"/>
          <w:szCs w:val="24"/>
        </w:rPr>
        <w:t>у</w:t>
      </w:r>
      <w:r>
        <w:rPr>
          <w:rFonts w:ascii="Times New Roman" w:hAnsi="Times New Roman" w:cs="Times New Roman"/>
          <w:kern w:val="0"/>
          <w:sz w:val="24"/>
          <w:szCs w:val="24"/>
        </w:rPr>
        <w:t>дарственного университета; С.А. Болотова, кандидат педагогических наук, заведующая кафедрой педагогики и методики начального образования См</w:t>
      </w:r>
      <w:r>
        <w:rPr>
          <w:rFonts w:ascii="Times New Roman" w:hAnsi="Times New Roman" w:cs="Times New Roman"/>
          <w:kern w:val="0"/>
          <w:sz w:val="24"/>
          <w:szCs w:val="24"/>
        </w:rPr>
        <w:t>о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ленского областного института развития образования. Литературное чтение как учебный предмет в младших классах предшествует курсу литературы в основной школе, который, в свою очередь, продолжается в старших классах средней школы курсом, построенным на исто</w:t>
      </w:r>
      <w:r>
        <w:rPr>
          <w:rFonts w:ascii="Times New Roman" w:hAnsi="Times New Roman" w:cs="Times New Roman"/>
          <w:kern w:val="0"/>
          <w:sz w:val="24"/>
          <w:szCs w:val="24"/>
        </w:rPr>
        <w:t>рико-литературной основе. В связи с этим можно сказать, что литературное чтение является первым этапом в непрерывном литературном образовании школьника.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Нужно отметить, что первый этап литературного образования школьника, создавая предпосылки для </w:t>
      </w:r>
      <w:r>
        <w:rPr>
          <w:rFonts w:ascii="Times New Roman" w:hAnsi="Times New Roman" w:cs="Times New Roman"/>
          <w:kern w:val="0"/>
          <w:sz w:val="24"/>
          <w:szCs w:val="24"/>
        </w:rPr>
        <w:t>дальнейшего развития, представляет собой в то же время относительно самостоятельный и завершенный цикл, учитывающий специфику младшего школьного возраста и характеризующийся особыми задачами, содержанием, методикой преподавания.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>Целью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курса по литерату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рному чтению является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формирование, воспитание и развитие грамотного читателя.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kern w:val="0"/>
          <w:sz w:val="24"/>
          <w:szCs w:val="24"/>
        </w:rPr>
        <w:t>Под грамотным читателем мы понимаем ребенка, осознающего себя читателем, у которого развиты интерес к книге и потребность в систематическом чтении, сформированы полноценный навы</w:t>
      </w:r>
      <w:r>
        <w:rPr>
          <w:rFonts w:ascii="Times New Roman" w:hAnsi="Times New Roman" w:cs="Times New Roman"/>
          <w:kern w:val="0"/>
          <w:sz w:val="24"/>
          <w:szCs w:val="24"/>
        </w:rPr>
        <w:t>к чтения и читательские компетентности, заложены основы коммуникативной и духовно-нравственной кул</w:t>
      </w:r>
      <w:r>
        <w:rPr>
          <w:rFonts w:ascii="Times New Roman" w:hAnsi="Times New Roman" w:cs="Times New Roman"/>
          <w:kern w:val="0"/>
          <w:sz w:val="24"/>
          <w:szCs w:val="24"/>
        </w:rPr>
        <w:t>ь</w:t>
      </w:r>
      <w:r>
        <w:rPr>
          <w:rFonts w:ascii="Times New Roman" w:hAnsi="Times New Roman" w:cs="Times New Roman"/>
          <w:kern w:val="0"/>
          <w:sz w:val="24"/>
          <w:szCs w:val="24"/>
        </w:rPr>
        <w:t>туры, созданы первичные представления о русской литературе как о национальном достоянии. Результатом формирования, воспитания и развития гр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мотного читателя </w:t>
      </w:r>
      <w:r>
        <w:rPr>
          <w:rFonts w:ascii="Times New Roman" w:hAnsi="Times New Roman" w:cs="Times New Roman"/>
          <w:kern w:val="0"/>
          <w:sz w:val="24"/>
          <w:szCs w:val="24"/>
        </w:rPr>
        <w:t>должно стать осознание младшим школьником литературы как вида искусства. Методологической основой курса по литературному чтению являются следующие принципы.</w:t>
      </w:r>
    </w:p>
    <w:p w:rsidR="000D6C31" w:rsidRDefault="00BA52E3">
      <w:pPr>
        <w:pStyle w:val="af0"/>
        <w:spacing w:line="240" w:lineRule="auto"/>
        <w:ind w:left="-567"/>
        <w:jc w:val="both"/>
      </w:pPr>
      <w:r>
        <w:rPr>
          <w:rFonts w:ascii="Times New Roman" w:hAnsi="Times New Roman"/>
          <w:sz w:val="24"/>
          <w:szCs w:val="24"/>
        </w:rPr>
        <w:tab/>
        <w:t xml:space="preserve">   Курс литературного чтения в особой мере влияет на решение следующих </w:t>
      </w:r>
      <w:r>
        <w:rPr>
          <w:rFonts w:ascii="Times New Roman" w:hAnsi="Times New Roman"/>
          <w:b/>
          <w:sz w:val="24"/>
          <w:szCs w:val="24"/>
          <w:u w:val="single"/>
        </w:rPr>
        <w:t>задач:</w:t>
      </w:r>
    </w:p>
    <w:p w:rsidR="000D6C31" w:rsidRDefault="00BA52E3">
      <w:pPr>
        <w:pStyle w:val="af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</w:t>
      </w:r>
      <w:r>
        <w:rPr>
          <w:rFonts w:ascii="Times New Roman" w:hAnsi="Times New Roman"/>
          <w:sz w:val="24"/>
          <w:szCs w:val="24"/>
        </w:rPr>
        <w:t>общекультурных навыков чтения и понимания текста; воспитание интереса к чтению и книге.</w:t>
      </w:r>
    </w:p>
    <w:p w:rsidR="000D6C31" w:rsidRDefault="00BA52E3">
      <w:pPr>
        <w:pStyle w:val="af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речевой, письменной и коммуникативной культурой.</w:t>
      </w:r>
    </w:p>
    <w:p w:rsidR="000D6C31" w:rsidRDefault="00BA52E3">
      <w:pPr>
        <w:pStyle w:val="af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эстетического отношения к действительности, отраженной в художественной литературе.</w:t>
      </w:r>
    </w:p>
    <w:p w:rsidR="000D6C31" w:rsidRDefault="00BA52E3">
      <w:pPr>
        <w:pStyle w:val="af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</w:t>
      </w:r>
      <w:r>
        <w:rPr>
          <w:rFonts w:ascii="Times New Roman" w:hAnsi="Times New Roman"/>
          <w:sz w:val="24"/>
          <w:szCs w:val="24"/>
        </w:rPr>
        <w:t xml:space="preserve">равственного сознания и эстетического вкуса младшего школьника; </w:t>
      </w:r>
    </w:p>
    <w:p w:rsidR="000D6C31" w:rsidRDefault="00BA52E3">
      <w:pPr>
        <w:pStyle w:val="af0"/>
        <w:spacing w:line="240" w:lineRule="auto"/>
        <w:ind w:left="-2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духовной сущности произведений</w:t>
      </w:r>
    </w:p>
    <w:p w:rsidR="000D6C31" w:rsidRDefault="00BA52E3">
      <w:pPr>
        <w:pStyle w:val="af0"/>
        <w:spacing w:line="240" w:lineRule="auto"/>
        <w:ind w:left="0" w:hanging="142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Содержание курса:</w:t>
      </w:r>
    </w:p>
    <w:p w:rsidR="000D6C31" w:rsidRDefault="00BA52E3">
      <w:pPr>
        <w:pStyle w:val="af0"/>
        <w:numPr>
          <w:ilvl w:val="0"/>
          <w:numId w:val="4"/>
        </w:numPr>
        <w:spacing w:line="240" w:lineRule="auto"/>
        <w:ind w:left="6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Раздел «Виды речевой деятельности»</w:t>
      </w:r>
    </w:p>
    <w:p w:rsidR="000D6C31" w:rsidRDefault="00BA52E3">
      <w:pPr>
        <w:pStyle w:val="af0"/>
        <w:numPr>
          <w:ilvl w:val="0"/>
          <w:numId w:val="4"/>
        </w:numPr>
        <w:spacing w:line="240" w:lineRule="auto"/>
        <w:ind w:left="6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Формирование библиографической культуры</w:t>
      </w:r>
    </w:p>
    <w:p w:rsidR="000D6C31" w:rsidRDefault="00BA52E3">
      <w:pPr>
        <w:pStyle w:val="af0"/>
        <w:numPr>
          <w:ilvl w:val="0"/>
          <w:numId w:val="4"/>
        </w:numPr>
        <w:spacing w:line="240" w:lineRule="auto"/>
        <w:ind w:left="6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Раздел «Литературоведческая пропедевтика» (практическое </w:t>
      </w:r>
      <w:r>
        <w:rPr>
          <w:rFonts w:ascii="Times New Roman" w:hAnsi="Times New Roman"/>
          <w:b/>
          <w:i/>
          <w:sz w:val="24"/>
          <w:szCs w:val="24"/>
        </w:rPr>
        <w:t>освоение)</w:t>
      </w:r>
    </w:p>
    <w:p w:rsidR="000D6C31" w:rsidRDefault="00BA52E3">
      <w:pPr>
        <w:pStyle w:val="af0"/>
        <w:numPr>
          <w:ilvl w:val="0"/>
          <w:numId w:val="4"/>
        </w:numPr>
        <w:spacing w:line="240" w:lineRule="auto"/>
        <w:ind w:left="65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Раздел «Элементы творческой деятельности»</w:t>
      </w:r>
    </w:p>
    <w:p w:rsidR="000D6C31" w:rsidRDefault="000D6C31">
      <w:pPr>
        <w:pStyle w:val="af0"/>
        <w:spacing w:line="240" w:lineRule="auto"/>
        <w:ind w:left="-207"/>
        <w:jc w:val="both"/>
        <w:rPr>
          <w:rFonts w:ascii="Times New Roman" w:hAnsi="Times New Roman"/>
          <w:sz w:val="24"/>
          <w:szCs w:val="24"/>
        </w:rPr>
      </w:pPr>
    </w:p>
    <w:p w:rsidR="000D6C31" w:rsidRDefault="00BA52E3">
      <w:pPr>
        <w:pStyle w:val="af0"/>
        <w:spacing w:line="240" w:lineRule="auto"/>
        <w:ind w:left="295"/>
        <w:jc w:val="both"/>
      </w:pPr>
      <w:r>
        <w:rPr>
          <w:rFonts w:ascii="Times New Roman" w:hAnsi="Times New Roman"/>
          <w:sz w:val="24"/>
          <w:szCs w:val="24"/>
        </w:rPr>
        <w:t>Итогом второго года обучения должно стать интуитивное понимание образного характера литературы, осознание особенностей литературы по сра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нению с живописью, осознание красоты литературы и искусства в цело</w:t>
      </w:r>
      <w:r>
        <w:rPr>
          <w:rFonts w:ascii="Times New Roman" w:hAnsi="Times New Roman"/>
          <w:sz w:val="24"/>
          <w:szCs w:val="24"/>
        </w:rPr>
        <w:t>м, желание обращаться к чтению вновь и вновь.</w:t>
      </w:r>
    </w:p>
    <w:p w:rsidR="000D6C31" w:rsidRDefault="00BA52E3">
      <w:pPr>
        <w:pStyle w:val="af0"/>
        <w:spacing w:line="240" w:lineRule="auto"/>
        <w:ind w:left="-567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курса:</w:t>
      </w:r>
    </w:p>
    <w:p w:rsidR="000D6C31" w:rsidRDefault="000D6C31">
      <w:pPr>
        <w:pStyle w:val="af0"/>
        <w:ind w:left="-207"/>
        <w:jc w:val="both"/>
        <w:rPr>
          <w:rFonts w:ascii="Times New Roman" w:hAnsi="Times New Roman"/>
          <w:sz w:val="24"/>
          <w:szCs w:val="24"/>
        </w:rPr>
      </w:pPr>
    </w:p>
    <w:p w:rsidR="000D6C31" w:rsidRDefault="000D6C31">
      <w:pPr>
        <w:pStyle w:val="af0"/>
        <w:ind w:left="-207"/>
        <w:jc w:val="center"/>
        <w:rPr>
          <w:rFonts w:ascii="Times New Roman" w:hAnsi="Times New Roman"/>
          <w:b/>
          <w:sz w:val="20"/>
          <w:szCs w:val="20"/>
        </w:rPr>
      </w:pPr>
    </w:p>
    <w:p w:rsidR="000D6C31" w:rsidRDefault="00BA52E3">
      <w:pPr>
        <w:pStyle w:val="af0"/>
        <w:ind w:left="-207"/>
        <w:jc w:val="center"/>
      </w:pPr>
      <w:r>
        <w:rPr>
          <w:rFonts w:ascii="Times New Roman" w:hAnsi="Times New Roman"/>
          <w:b/>
          <w:sz w:val="20"/>
          <w:szCs w:val="20"/>
        </w:rPr>
        <w:t>ТЕМАТИЧЕСКИЙ ПЛАН</w:t>
      </w:r>
    </w:p>
    <w:p w:rsidR="000D6C31" w:rsidRDefault="000D6C31">
      <w:pPr>
        <w:widowControl/>
        <w:tabs>
          <w:tab w:val="left" w:pos="7845"/>
        </w:tabs>
        <w:suppressAutoHyphens w:val="0"/>
        <w:autoSpaceDE w:val="0"/>
        <w:spacing w:after="0"/>
        <w:textAlignment w:val="auto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tbl>
      <w:tblPr>
        <w:tblW w:w="923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077"/>
        <w:gridCol w:w="3078"/>
        <w:gridCol w:w="3078"/>
      </w:tblGrid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:rsidR="000D6C31" w:rsidRDefault="00BA52E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 по авторской программе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:rsidR="000D6C31" w:rsidRDefault="00BA52E3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 по рабочей программе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Тема 1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Мы играем  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 часов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20 часов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Тема 2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У нас в школе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 часов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14 часов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Тема 3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У нас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дома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24 часа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ind w:firstLine="708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    24 часа</w:t>
            </w: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Тема 4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Наша природа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19 часов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18 часов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Тема 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Времена года</w:t>
            </w:r>
          </w:p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36 часов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37 часов</w:t>
            </w: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Тема 6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Мы трудимся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 часов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12 часов</w:t>
            </w: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Тема 7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Наше Отечество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center" w:pos="1431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 часов</w:t>
            </w:r>
          </w:p>
          <w:p w:rsidR="000D6C31" w:rsidRDefault="000D6C31">
            <w:pPr>
              <w:widowControl/>
              <w:tabs>
                <w:tab w:val="center" w:pos="1431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widowControl/>
              <w:tabs>
                <w:tab w:val="center" w:pos="1431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 часов</w:t>
            </w:r>
          </w:p>
          <w:p w:rsidR="000D6C31" w:rsidRDefault="000D6C31">
            <w:pPr>
              <w:widowControl/>
              <w:tabs>
                <w:tab w:val="center" w:pos="1431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Обобщение и систематиз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ция изученного за год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 часа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widowControl/>
              <w:tabs>
                <w:tab w:val="center" w:pos="1431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 часов</w:t>
            </w:r>
          </w:p>
          <w:p w:rsidR="000D6C31" w:rsidRDefault="000D6C31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Итого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            136 часов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widowControl/>
              <w:tabs>
                <w:tab w:val="left" w:pos="7845"/>
              </w:tabs>
              <w:suppressAutoHyphens w:val="0"/>
              <w:autoSpaceDE w:val="0"/>
              <w:spacing w:after="0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 xml:space="preserve">  136 часов</w:t>
            </w:r>
          </w:p>
        </w:tc>
      </w:tr>
    </w:tbl>
    <w:p w:rsidR="000D6C31" w:rsidRDefault="00BA52E3">
      <w:pPr>
        <w:widowControl/>
        <w:tabs>
          <w:tab w:val="left" w:pos="7065"/>
        </w:tabs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ab/>
      </w:r>
    </w:p>
    <w:p w:rsidR="000D6C31" w:rsidRDefault="000D6C31">
      <w:pPr>
        <w:widowControl/>
        <w:tabs>
          <w:tab w:val="left" w:pos="7065"/>
        </w:tabs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                              2. ПЛАНИРУЕМЫЕ РЕЗУЛЬТАТЫ ОБУЧЕНИЯ</w:t>
      </w:r>
    </w:p>
    <w:p w:rsidR="000D6C31" w:rsidRDefault="000D6C31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 соответствии с требованиями ФГОС к выпускнику начальной школы в качестве требований </w:t>
      </w:r>
      <w:r>
        <w:rPr>
          <w:rFonts w:ascii="Times New Roman" w:hAnsi="Times New Roman" w:cs="Times New Roman"/>
          <w:kern w:val="0"/>
          <w:sz w:val="24"/>
          <w:szCs w:val="24"/>
        </w:rPr>
        <w:t>предъявляются три группы результатов освоения пр</w:t>
      </w:r>
      <w:r>
        <w:rPr>
          <w:rFonts w:ascii="Times New Roman" w:hAnsi="Times New Roman" w:cs="Times New Roman"/>
          <w:kern w:val="0"/>
          <w:sz w:val="24"/>
          <w:szCs w:val="24"/>
        </w:rPr>
        <w:t>о</w:t>
      </w:r>
      <w:r>
        <w:rPr>
          <w:rFonts w:ascii="Times New Roman" w:hAnsi="Times New Roman" w:cs="Times New Roman"/>
          <w:kern w:val="0"/>
          <w:sz w:val="24"/>
          <w:szCs w:val="24"/>
        </w:rPr>
        <w:t>граммы (личностные, метапредметные, предметные).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Личностные результаты </w:t>
      </w:r>
      <w:r>
        <w:rPr>
          <w:rFonts w:ascii="Times New Roman" w:hAnsi="Times New Roman" w:cs="Times New Roman"/>
          <w:kern w:val="0"/>
          <w:sz w:val="24"/>
          <w:szCs w:val="24"/>
        </w:rPr>
        <w:t>включают «готовность и способность обучающихся к саморазвитию, сформированность мотивации к обучению и позн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нию, ценностно-смысловые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установки обучающихся, отражающие их индивидуально-личностные позиции, социальные компетенции, личностные к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чества; сформированность основ гражданской идентичности» (ФГОС).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Метапредметные результаты </w:t>
      </w:r>
      <w:r>
        <w:rPr>
          <w:rFonts w:ascii="Times New Roman" w:hAnsi="Times New Roman" w:cs="Times New Roman"/>
          <w:kern w:val="0"/>
          <w:sz w:val="24"/>
          <w:szCs w:val="24"/>
        </w:rPr>
        <w:t>включают «освоенные обучающимися универсальные учебн</w:t>
      </w:r>
      <w:r>
        <w:rPr>
          <w:rFonts w:ascii="Times New Roman" w:hAnsi="Times New Roman" w:cs="Times New Roman"/>
          <w:kern w:val="0"/>
          <w:sz w:val="24"/>
          <w:szCs w:val="24"/>
        </w:rPr>
        <w:t>ые действия (познавательные, регулятивные и коммун</w:t>
      </w:r>
      <w:r>
        <w:rPr>
          <w:rFonts w:ascii="Times New Roman" w:hAnsi="Times New Roman" w:cs="Times New Roman"/>
          <w:kern w:val="0"/>
          <w:sz w:val="24"/>
          <w:szCs w:val="24"/>
        </w:rPr>
        <w:t>и</w:t>
      </w:r>
      <w:r>
        <w:rPr>
          <w:rFonts w:ascii="Times New Roman" w:hAnsi="Times New Roman" w:cs="Times New Roman"/>
          <w:kern w:val="0"/>
          <w:sz w:val="24"/>
          <w:szCs w:val="24"/>
        </w:rPr>
        <w:t>кативные), обеспечивающие овладение ключевыми компетенциями, составляющими основу умения учиться, и межпредметными понятиями» (ФГОС).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    Предметные результаты </w:t>
      </w:r>
      <w:r>
        <w:rPr>
          <w:rFonts w:ascii="Times New Roman" w:hAnsi="Times New Roman" w:cs="Times New Roman"/>
          <w:kern w:val="0"/>
          <w:sz w:val="24"/>
          <w:szCs w:val="24"/>
        </w:rPr>
        <w:t>включают «освоенный обучающимися в ходе изуче</w:t>
      </w:r>
      <w:r>
        <w:rPr>
          <w:rFonts w:ascii="Times New Roman" w:hAnsi="Times New Roman" w:cs="Times New Roman"/>
          <w:kern w:val="0"/>
          <w:sz w:val="24"/>
          <w:szCs w:val="24"/>
        </w:rPr>
        <w:t>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ния, лежащих в основе современной научной картины мира» </w:t>
      </w:r>
      <w:r>
        <w:rPr>
          <w:rFonts w:ascii="Times New Roman" w:hAnsi="Times New Roman" w:cs="Times New Roman"/>
          <w:kern w:val="0"/>
          <w:sz w:val="24"/>
          <w:szCs w:val="24"/>
        </w:rPr>
        <w:t>(ФГОС).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Применительно к курсу «Литературное чтение» мы выделили следующие планируемые результаты, которые характеризуют личность выпускника н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чальной школы.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Личностные планируемые результаты </w:t>
      </w:r>
      <w:r>
        <w:rPr>
          <w:rFonts w:ascii="Times New Roman" w:hAnsi="Times New Roman" w:cs="Times New Roman"/>
          <w:kern w:val="0"/>
          <w:sz w:val="24"/>
          <w:szCs w:val="24"/>
        </w:rPr>
        <w:t>должны отражать: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Осознание школьником важности процесса </w:t>
      </w:r>
      <w:r>
        <w:rPr>
          <w:rFonts w:ascii="Times New Roman" w:hAnsi="Times New Roman" w:cs="Times New Roman"/>
          <w:kern w:val="0"/>
          <w:sz w:val="24"/>
          <w:szCs w:val="24"/>
        </w:rPr>
        <w:t>обучения, формирование готовности к получению новых знаний, их применению и преобразованию.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Понимание школьником значимости чтения и литературы для своего дальнейшего развития и успешного обучения.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Осознание важности чтения и литературы как средства по</w:t>
      </w:r>
      <w:r>
        <w:rPr>
          <w:rFonts w:ascii="Times New Roman" w:hAnsi="Times New Roman" w:cs="Times New Roman"/>
          <w:kern w:val="0"/>
          <w:sz w:val="24"/>
          <w:szCs w:val="24"/>
        </w:rPr>
        <w:t>знания окружающего мира и самого себя.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Осмысление значимости литературы как явления национальной и мировой культуры, важного средства сохранения и передачи нравственных ценн</w:t>
      </w:r>
      <w:r>
        <w:rPr>
          <w:rFonts w:ascii="Times New Roman" w:hAnsi="Times New Roman" w:cs="Times New Roman"/>
          <w:kern w:val="0"/>
          <w:sz w:val="24"/>
          <w:szCs w:val="24"/>
        </w:rPr>
        <w:t>о</w:t>
      </w:r>
      <w:r>
        <w:rPr>
          <w:rFonts w:ascii="Times New Roman" w:hAnsi="Times New Roman" w:cs="Times New Roman"/>
          <w:kern w:val="0"/>
          <w:sz w:val="24"/>
          <w:szCs w:val="24"/>
        </w:rPr>
        <w:t>стей и традиций.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любви к отечественной литературе и уважения </w:t>
      </w:r>
      <w:r>
        <w:rPr>
          <w:rFonts w:ascii="Times New Roman" w:hAnsi="Times New Roman" w:cs="Times New Roman"/>
          <w:kern w:val="0"/>
          <w:sz w:val="24"/>
          <w:szCs w:val="24"/>
        </w:rPr>
        <w:t>к литературе народов России и мира.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Усвоение основных нравственных норм и ориентация на их соблюдение.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Развитые эстетические чувства на основе знакомства с отечественной и мировой литературой.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Развитое восприятие литературы как особого вида искусства</w:t>
      </w:r>
      <w:r>
        <w:rPr>
          <w:rFonts w:ascii="Times New Roman" w:hAnsi="Times New Roman" w:cs="Times New Roman"/>
          <w:kern w:val="0"/>
          <w:sz w:val="24"/>
          <w:szCs w:val="24"/>
        </w:rPr>
        <w:t>, умения соотносить его с другими видами искусства.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культуры общения.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Метапредметные планируемые результаты </w:t>
      </w:r>
      <w:r>
        <w:rPr>
          <w:rFonts w:ascii="Times New Roman" w:hAnsi="Times New Roman" w:cs="Times New Roman"/>
          <w:kern w:val="0"/>
          <w:sz w:val="24"/>
          <w:szCs w:val="24"/>
        </w:rPr>
        <w:t>должны отражать: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способности принимать, сохранять и решать учебные задачи в процессе чтения и обсуждения л</w:t>
      </w:r>
      <w:r>
        <w:rPr>
          <w:rFonts w:ascii="Times New Roman" w:hAnsi="Times New Roman" w:cs="Times New Roman"/>
          <w:kern w:val="0"/>
          <w:sz w:val="24"/>
          <w:szCs w:val="24"/>
        </w:rPr>
        <w:t>итературного произведения.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умения планировать, контролировать и выполнять действие по заданному образцу, правилу.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умения оценивать свои действия, вносить соответствующие коррективы в их выполнение.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Развитые умения выбирать средства д</w:t>
      </w:r>
      <w:r>
        <w:rPr>
          <w:rFonts w:ascii="Times New Roman" w:hAnsi="Times New Roman" w:cs="Times New Roman"/>
          <w:kern w:val="0"/>
          <w:sz w:val="24"/>
          <w:szCs w:val="24"/>
        </w:rPr>
        <w:t>ля успешного решения поставленной учебной задачи.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Развитые умения запоминать правило.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Развитые умения предвосхищать промежуточные и конечные результаты своих действий, а также возможные ошибки.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Развитые логические операций (установление причинно-след</w:t>
      </w:r>
      <w:r>
        <w:rPr>
          <w:rFonts w:ascii="Times New Roman" w:hAnsi="Times New Roman" w:cs="Times New Roman"/>
          <w:kern w:val="0"/>
          <w:sz w:val="24"/>
          <w:szCs w:val="24"/>
        </w:rPr>
        <w:t>ственных связей, сравнение, классификация, обобщение, доказательство, вывод) при р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боте с содержанием литературных произведений.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умений осознанно читать и осуществлять выбор вида чтения в зависимости от цели.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Развитие умения извлекать </w:t>
      </w:r>
      <w:r>
        <w:rPr>
          <w:rFonts w:ascii="Times New Roman" w:hAnsi="Times New Roman" w:cs="Times New Roman"/>
          <w:kern w:val="0"/>
          <w:sz w:val="24"/>
          <w:szCs w:val="24"/>
        </w:rPr>
        <w:t>необходимую информацию из текстов различных жанров, использовать различные источники информации (в т.ч. инте</w:t>
      </w:r>
      <w:r>
        <w:rPr>
          <w:rFonts w:ascii="Times New Roman" w:hAnsi="Times New Roman" w:cs="Times New Roman"/>
          <w:kern w:val="0"/>
          <w:sz w:val="24"/>
          <w:szCs w:val="24"/>
        </w:rPr>
        <w:t>р</w:t>
      </w:r>
      <w:r>
        <w:rPr>
          <w:rFonts w:ascii="Times New Roman" w:hAnsi="Times New Roman" w:cs="Times New Roman"/>
          <w:kern w:val="0"/>
          <w:sz w:val="24"/>
          <w:szCs w:val="24"/>
        </w:rPr>
        <w:t>нет-ресурсы) в соответствии с коммуникативными и познавательными задачами.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Развитие умения свободно ориентироваться в различных видах текстов и </w:t>
      </w:r>
      <w:r>
        <w:rPr>
          <w:rFonts w:ascii="Times New Roman" w:hAnsi="Times New Roman" w:cs="Times New Roman"/>
          <w:kern w:val="0"/>
          <w:sz w:val="24"/>
          <w:szCs w:val="24"/>
        </w:rPr>
        <w:t>воспринимать тексты художественные, научно-популярные, учебные.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Развитие умения адекватно, осознанно и произвольно строить речевое высказывание в устной и письменной форме, передавая содержание текста в соответствии с целью (подробно, сжато, выборочно) и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соблюдая нормы построения текста (соответствие теме, жанру, стилю речи).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Развитие умения слушать одноклассников и вступать в диалог.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Развитие умения участвовать в коллективном обсуждении проблем, интегрироваться в группу сверстников и строить </w:t>
      </w:r>
      <w:r>
        <w:rPr>
          <w:rFonts w:ascii="Times New Roman" w:hAnsi="Times New Roman" w:cs="Times New Roman"/>
          <w:kern w:val="0"/>
          <w:sz w:val="24"/>
          <w:szCs w:val="24"/>
        </w:rPr>
        <w:t>продуктивное взаимодействие и сотрудничество со сверстниками и взрослыми, адекватно оценивать собственное поведение и действия окружающих.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•</w:t>
      </w:r>
      <w:r>
        <w:rPr>
          <w:rFonts w:ascii="Times New Roman" w:hAnsi="Times New Roman" w:cs="Times New Roman"/>
          <w:bCs/>
          <w:kern w:val="0"/>
          <w:sz w:val="24"/>
          <w:szCs w:val="24"/>
        </w:rPr>
        <w:t xml:space="preserve"> Сформированность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готовности конструктивно разрешать конфликты, учитывать интересы разных сторон.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Развитие умения </w:t>
      </w:r>
      <w:r>
        <w:rPr>
          <w:rFonts w:ascii="Times New Roman" w:hAnsi="Times New Roman" w:cs="Times New Roman"/>
          <w:kern w:val="0"/>
          <w:sz w:val="24"/>
          <w:szCs w:val="24"/>
        </w:rPr>
        <w:t>высказывать и обосновывать свое мнение о прочитанном произведении и уважать мнение собеседника.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Овладение базовыми метапредметными понятиями.</w:t>
      </w:r>
    </w:p>
    <w:p w:rsidR="000D6C31" w:rsidRDefault="000D6C31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    Предметные планируемые результаты </w:t>
      </w:r>
      <w:r>
        <w:rPr>
          <w:rFonts w:ascii="Times New Roman" w:hAnsi="Times New Roman" w:cs="Times New Roman"/>
          <w:kern w:val="0"/>
          <w:sz w:val="24"/>
          <w:szCs w:val="24"/>
        </w:rPr>
        <w:t>представлены в четырех содержательных разделах курса «Литературное чтение</w:t>
      </w:r>
      <w:r>
        <w:rPr>
          <w:rFonts w:ascii="Times New Roman" w:hAnsi="Times New Roman" w:cs="Times New Roman"/>
          <w:kern w:val="0"/>
          <w:sz w:val="24"/>
          <w:szCs w:val="24"/>
        </w:rPr>
        <w:t>»: 1 раздел — «Виды реч</w:t>
      </w:r>
      <w:r>
        <w:rPr>
          <w:rFonts w:ascii="Times New Roman" w:hAnsi="Times New Roman" w:cs="Times New Roman"/>
          <w:kern w:val="0"/>
          <w:sz w:val="24"/>
          <w:szCs w:val="24"/>
        </w:rPr>
        <w:t>е</w:t>
      </w:r>
      <w:r>
        <w:rPr>
          <w:rFonts w:ascii="Times New Roman" w:hAnsi="Times New Roman" w:cs="Times New Roman"/>
          <w:kern w:val="0"/>
          <w:sz w:val="24"/>
          <w:szCs w:val="24"/>
        </w:rPr>
        <w:t>вой и читательской деятельности», 2 раздел — «Круг детского чтения», 3 раздел — «Литературоведческая пропедевтика», 4 раздел — «Творческая де</w:t>
      </w:r>
      <w:r>
        <w:rPr>
          <w:rFonts w:ascii="Times New Roman" w:hAnsi="Times New Roman" w:cs="Times New Roman"/>
          <w:kern w:val="0"/>
          <w:sz w:val="24"/>
          <w:szCs w:val="24"/>
        </w:rPr>
        <w:t>я</w:t>
      </w:r>
      <w:r>
        <w:rPr>
          <w:rFonts w:ascii="Times New Roman" w:hAnsi="Times New Roman" w:cs="Times New Roman"/>
          <w:kern w:val="0"/>
          <w:sz w:val="24"/>
          <w:szCs w:val="24"/>
        </w:rPr>
        <w:t>тельность». В каждом из этих разделов отражена дифференциация требований к подготовке обуч</w:t>
      </w:r>
      <w:r>
        <w:rPr>
          <w:rFonts w:ascii="Times New Roman" w:hAnsi="Times New Roman" w:cs="Times New Roman"/>
          <w:kern w:val="0"/>
          <w:sz w:val="24"/>
          <w:szCs w:val="24"/>
        </w:rPr>
        <w:t>ающихся. Базовый уровень требований отражен в по</w:t>
      </w:r>
      <w:r>
        <w:rPr>
          <w:rFonts w:ascii="Times New Roman" w:hAnsi="Times New Roman" w:cs="Times New Roman"/>
          <w:kern w:val="0"/>
          <w:sz w:val="24"/>
          <w:szCs w:val="24"/>
        </w:rPr>
        <w:t>д</w:t>
      </w:r>
      <w:r>
        <w:rPr>
          <w:rFonts w:ascii="Times New Roman" w:hAnsi="Times New Roman" w:cs="Times New Roman"/>
          <w:kern w:val="0"/>
          <w:sz w:val="24"/>
          <w:szCs w:val="24"/>
        </w:rPr>
        <w:t>разделе «Выпускник научится», повышенный уровень требований — «Выпускник получит возможность научиться».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Раздел 1. Виды речевой и читательской деятельности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Выпускник научится: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осознавать значимость чте</w:t>
      </w:r>
      <w:r>
        <w:rPr>
          <w:rFonts w:ascii="Times New Roman" w:hAnsi="Times New Roman" w:cs="Times New Roman"/>
          <w:kern w:val="0"/>
          <w:sz w:val="24"/>
          <w:szCs w:val="24"/>
        </w:rPr>
        <w:t>ния для дальнейшего обучения;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ции;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читать со скоростью, позволяющей понимать смысл прочитанного;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читать (вслух) выразительно доступные для младшего школьного возраста прозаические произведения и декламировать стихотворные произведения после предварительной подготовки;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использоват</w:t>
      </w:r>
      <w:r>
        <w:rPr>
          <w:rFonts w:ascii="Times New Roman" w:hAnsi="Times New Roman" w:cs="Times New Roman"/>
          <w:kern w:val="0"/>
          <w:sz w:val="24"/>
          <w:szCs w:val="24"/>
        </w:rPr>
        <w:t>ь различные виды чтения: ознакомительное, поисковое, выборочное; выбирать нужный вид чтения в соответствии с целью чтения;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различать на практическом уровне виды текстов (художественный, научно-популярный, учебный, справочный), опираясь на особенности </w:t>
      </w:r>
      <w:r>
        <w:rPr>
          <w:rFonts w:ascii="Times New Roman" w:hAnsi="Times New Roman" w:cs="Times New Roman"/>
          <w:kern w:val="0"/>
          <w:sz w:val="24"/>
          <w:szCs w:val="24"/>
        </w:rPr>
        <w:t>каждого в</w:t>
      </w:r>
      <w:r>
        <w:rPr>
          <w:rFonts w:ascii="Times New Roman" w:hAnsi="Times New Roman" w:cs="Times New Roman"/>
          <w:kern w:val="0"/>
          <w:sz w:val="24"/>
          <w:szCs w:val="24"/>
        </w:rPr>
        <w:t>и</w:t>
      </w:r>
      <w:r>
        <w:rPr>
          <w:rFonts w:ascii="Times New Roman" w:hAnsi="Times New Roman" w:cs="Times New Roman"/>
          <w:kern w:val="0"/>
          <w:sz w:val="24"/>
          <w:szCs w:val="24"/>
        </w:rPr>
        <w:t>да текста;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ориентироваться в содержании художественного, учебного и научно-популярного текста, понимать его смысл (при чтении вслух и про себя, при пр</w:t>
      </w:r>
      <w:r>
        <w:rPr>
          <w:rFonts w:ascii="Times New Roman" w:hAnsi="Times New Roman" w:cs="Times New Roman"/>
          <w:kern w:val="0"/>
          <w:sz w:val="24"/>
          <w:szCs w:val="24"/>
        </w:rPr>
        <w:t>о</w:t>
      </w:r>
      <w:r>
        <w:rPr>
          <w:rFonts w:ascii="Times New Roman" w:hAnsi="Times New Roman" w:cs="Times New Roman"/>
          <w:kern w:val="0"/>
          <w:sz w:val="24"/>
          <w:szCs w:val="24"/>
        </w:rPr>
        <w:t>слушивании): определять главную мысль и характеризовать героев произведения; тему и микро тем</w:t>
      </w:r>
      <w:r>
        <w:rPr>
          <w:rFonts w:ascii="Times New Roman" w:hAnsi="Times New Roman" w:cs="Times New Roman"/>
          <w:kern w:val="0"/>
          <w:sz w:val="24"/>
          <w:szCs w:val="24"/>
        </w:rPr>
        <w:t>ы; основные события и устанавливать их послед</w:t>
      </w:r>
      <w:r>
        <w:rPr>
          <w:rFonts w:ascii="Times New Roman" w:hAnsi="Times New Roman" w:cs="Times New Roman"/>
          <w:kern w:val="0"/>
          <w:sz w:val="24"/>
          <w:szCs w:val="24"/>
        </w:rPr>
        <w:t>о</w:t>
      </w:r>
      <w:r>
        <w:rPr>
          <w:rFonts w:ascii="Times New Roman" w:hAnsi="Times New Roman" w:cs="Times New Roman"/>
          <w:kern w:val="0"/>
          <w:sz w:val="24"/>
          <w:szCs w:val="24"/>
        </w:rPr>
        <w:t>вательность; выбирать из текста или подбирать заголовок, соответствующий общему смыслу текста; отвечать на вопросы и задавать вопросы по соде</w:t>
      </w:r>
      <w:r>
        <w:rPr>
          <w:rFonts w:ascii="Times New Roman" w:hAnsi="Times New Roman" w:cs="Times New Roman"/>
          <w:kern w:val="0"/>
          <w:sz w:val="24"/>
          <w:szCs w:val="24"/>
        </w:rPr>
        <w:t>р</w:t>
      </w:r>
      <w:r>
        <w:rPr>
          <w:rFonts w:ascii="Times New Roman" w:hAnsi="Times New Roman" w:cs="Times New Roman"/>
          <w:kern w:val="0"/>
          <w:sz w:val="24"/>
          <w:szCs w:val="24"/>
        </w:rPr>
        <w:t>жанию услышанного или прочитанного произведения; находить в тексте т</w:t>
      </w:r>
      <w:r>
        <w:rPr>
          <w:rFonts w:ascii="Times New Roman" w:hAnsi="Times New Roman" w:cs="Times New Roman"/>
          <w:kern w:val="0"/>
          <w:sz w:val="24"/>
          <w:szCs w:val="24"/>
        </w:rPr>
        <w:t>ребуемую информацию (конкретные сведения, факты);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использовать простейшие приемы анализа различных видов текстов (делить текст на части, озаглавливать их; составлять простой план; устанавливать взаимосвязь между событиями, поступками героев, явлениями, ф</w:t>
      </w:r>
      <w:r>
        <w:rPr>
          <w:rFonts w:ascii="Times New Roman" w:hAnsi="Times New Roman" w:cs="Times New Roman"/>
          <w:kern w:val="0"/>
          <w:sz w:val="24"/>
          <w:szCs w:val="24"/>
        </w:rPr>
        <w:t>актами, опираясь на содержание текста; находить средства выразительности: сравн</w:t>
      </w:r>
      <w:r>
        <w:rPr>
          <w:rFonts w:ascii="Times New Roman" w:hAnsi="Times New Roman" w:cs="Times New Roman"/>
          <w:kern w:val="0"/>
          <w:sz w:val="24"/>
          <w:szCs w:val="24"/>
        </w:rPr>
        <w:t>е</w:t>
      </w:r>
      <w:r>
        <w:rPr>
          <w:rFonts w:ascii="Times New Roman" w:hAnsi="Times New Roman" w:cs="Times New Roman"/>
          <w:kern w:val="0"/>
          <w:sz w:val="24"/>
          <w:szCs w:val="24"/>
        </w:rPr>
        <w:t>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олицетворение, метафору, эпитет, определяющие отношение автора к герою, событию);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использовать различные формы интерпретации содержания текстов (формулировать, основывая</w:t>
      </w:r>
      <w:r>
        <w:rPr>
          <w:rFonts w:ascii="Times New Roman" w:hAnsi="Times New Roman" w:cs="Times New Roman"/>
          <w:kern w:val="0"/>
          <w:sz w:val="24"/>
          <w:szCs w:val="24"/>
        </w:rPr>
        <w:t>сь на тексте, простые выводы; понимать текст, опир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ясь не только на содержащуюся в нем информацию, но и на жанр произведения, структуру, язык; пояснять прямое и переносное значение слова, его многозначность с опорой на контекст, целенаправленно пополнять н</w:t>
      </w:r>
      <w:r>
        <w:rPr>
          <w:rFonts w:ascii="Times New Roman" w:hAnsi="Times New Roman" w:cs="Times New Roman"/>
          <w:kern w:val="0"/>
          <w:sz w:val="24"/>
          <w:szCs w:val="24"/>
        </w:rPr>
        <w:t>а этой основе свой активный словарный запас;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связывая их с содержанием текста);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оформлять свою мысль </w:t>
      </w:r>
      <w:r>
        <w:rPr>
          <w:rFonts w:ascii="Times New Roman" w:hAnsi="Times New Roman" w:cs="Times New Roman"/>
          <w:kern w:val="0"/>
          <w:sz w:val="24"/>
          <w:szCs w:val="24"/>
        </w:rPr>
        <w:t>в монологическое речевое высказывание небольшого объема (повествование, описание, рассуждение) с опорой на авторский текст, по предложенной теме или отвечая на вопрос;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вести диалог в различных учебных и бытовых ситуациях общения, соблюдая правила речевог</w:t>
      </w:r>
      <w:r>
        <w:rPr>
          <w:rFonts w:ascii="Times New Roman" w:hAnsi="Times New Roman" w:cs="Times New Roman"/>
          <w:kern w:val="0"/>
          <w:sz w:val="24"/>
          <w:szCs w:val="24"/>
        </w:rPr>
        <w:t>о этикета; участвовать в диалоге при обсуждении пр</w:t>
      </w:r>
      <w:r>
        <w:rPr>
          <w:rFonts w:ascii="Times New Roman" w:hAnsi="Times New Roman" w:cs="Times New Roman"/>
          <w:kern w:val="0"/>
          <w:sz w:val="24"/>
          <w:szCs w:val="24"/>
        </w:rPr>
        <w:t>о</w:t>
      </w:r>
      <w:r>
        <w:rPr>
          <w:rFonts w:ascii="Times New Roman" w:hAnsi="Times New Roman" w:cs="Times New Roman"/>
          <w:kern w:val="0"/>
          <w:sz w:val="24"/>
          <w:szCs w:val="24"/>
        </w:rPr>
        <w:t>слушанного или прочитанного произведения;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передавать содержание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прочитанного или прослушанного с учетом специфики научно-познавательного, учебного и художественного текстов в виде пересказа (полного, краткого или выборочного);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участвовать в обсуждении прослушанного или прочитанного текста (задавать вопросы, высказыв</w:t>
      </w:r>
      <w:r>
        <w:rPr>
          <w:rFonts w:ascii="Times New Roman" w:hAnsi="Times New Roman" w:cs="Times New Roman"/>
          <w:kern w:val="0"/>
          <w:sz w:val="24"/>
          <w:szCs w:val="24"/>
        </w:rPr>
        <w:t>ать и обосновывать собственное мнение, соблюдать правила речевого этикета), опираясь на текст или собственный опыт.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Выпускник получит возможность научиться: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воспринимать художественную литературу как вид искусства;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предвосхищать содержание литературног</w:t>
      </w:r>
      <w:r>
        <w:rPr>
          <w:rFonts w:ascii="Times New Roman" w:hAnsi="Times New Roman" w:cs="Times New Roman"/>
          <w:kern w:val="0"/>
          <w:sz w:val="24"/>
          <w:szCs w:val="24"/>
        </w:rPr>
        <w:t>о произведения по заголовку и с опорой на предыдущий опыт;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выделять не только главную, но и второстепенную информацию в тексте;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осмысливать эстетические и нравственные ценности художественного текста и высказывать свое суждение об этом;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определять ав</w:t>
      </w:r>
      <w:r>
        <w:rPr>
          <w:rFonts w:ascii="Times New Roman" w:hAnsi="Times New Roman" w:cs="Times New Roman"/>
          <w:kern w:val="0"/>
          <w:sz w:val="24"/>
          <w:szCs w:val="24"/>
        </w:rPr>
        <w:t>торскую позицию и высказывать свое отношение к герою и его поступкам;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отмечать изменения своего эмоционального состояния в процессе чтения литературного произведения;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оформлять свою мысль в виде письменной речи (повествование — создание текста по </w:t>
      </w:r>
      <w:r>
        <w:rPr>
          <w:rFonts w:ascii="Times New Roman" w:hAnsi="Times New Roman" w:cs="Times New Roman"/>
          <w:kern w:val="0"/>
          <w:sz w:val="24"/>
          <w:szCs w:val="24"/>
        </w:rPr>
        <w:t>аналогии, рассуждение — письменный ответ на вопрос, опис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ние — характеристика героя);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высказывать эстетическое и нравственно-этическое суждение и подтверждать высказанное суждение примерами из текста;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делать выписки из прочитанных текстов для дальнейше</w:t>
      </w:r>
      <w:r>
        <w:rPr>
          <w:rFonts w:ascii="Times New Roman" w:hAnsi="Times New Roman" w:cs="Times New Roman"/>
          <w:kern w:val="0"/>
          <w:sz w:val="24"/>
          <w:szCs w:val="24"/>
        </w:rPr>
        <w:t>го практического использования.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Раздел 2. Круг детского чтения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Выпускник научится: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ориентироваться в книге по названию, оглавлению, отличать сборник произведений разных авторов от книги одного писателя;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самостоятельно и целенаправленно осуществлять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выбор книги в библиотеке по заданной тематике, по собственному желанию;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составлять краткую аннотацию (автор, название, тема книги, рекомендации к чтению) литературного произведения по заданному образцу;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пользоваться алфавитным каталогом, а также соотв</w:t>
      </w:r>
      <w:r>
        <w:rPr>
          <w:rFonts w:ascii="Times New Roman" w:hAnsi="Times New Roman" w:cs="Times New Roman"/>
          <w:kern w:val="0"/>
          <w:sz w:val="24"/>
          <w:szCs w:val="24"/>
        </w:rPr>
        <w:t>етствующими возрасту словарями и справочной литературой.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Выпускник получит возможность научиться: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ориентироваться в мире детской литературы на основе знакомства с выдающимися произведениями классической и современной отечественной и з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рубежной литературы</w:t>
      </w:r>
      <w:r>
        <w:rPr>
          <w:rFonts w:ascii="Times New Roman" w:hAnsi="Times New Roman" w:cs="Times New Roman"/>
          <w:kern w:val="0"/>
          <w:sz w:val="24"/>
          <w:szCs w:val="24"/>
        </w:rPr>
        <w:t>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определять предпочтительный круг чтения, исходя из собственных интересов и познавательных потребностей;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писать отзыв о прочитанной книге;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работать с тематическим каталогом;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работать с детской периодикой.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Раздел 3. Литературоведческая пропедев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тика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Выпускник научится: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сравнивать, сопоставлять художественные произведения разных жанров, делать элементарный анализ различных текстов, выделяя два-три сущес</w:t>
      </w:r>
      <w:r>
        <w:rPr>
          <w:rFonts w:ascii="Times New Roman" w:hAnsi="Times New Roman" w:cs="Times New Roman"/>
          <w:kern w:val="0"/>
          <w:sz w:val="24"/>
          <w:szCs w:val="24"/>
        </w:rPr>
        <w:t>т</w:t>
      </w:r>
      <w:r>
        <w:rPr>
          <w:rFonts w:ascii="Times New Roman" w:hAnsi="Times New Roman" w:cs="Times New Roman"/>
          <w:kern w:val="0"/>
          <w:sz w:val="24"/>
          <w:szCs w:val="24"/>
        </w:rPr>
        <w:t>венных признака;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отличать прозаический текст от стихотворного;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распознавать особенности п</w:t>
      </w:r>
      <w:r>
        <w:rPr>
          <w:rFonts w:ascii="Times New Roman" w:hAnsi="Times New Roman" w:cs="Times New Roman"/>
          <w:kern w:val="0"/>
          <w:sz w:val="24"/>
          <w:szCs w:val="24"/>
        </w:rPr>
        <w:t>остроения фольклорных жанров: сказки, загадки, пословицы.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Выпускник получит возможность научиться: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сравнивать, сопоставлять, делать элементарный анализ различных видов текстов, используя ряд литературоведческих понятий (фольклорная и авто</w:t>
      </w:r>
      <w:r>
        <w:rPr>
          <w:rFonts w:ascii="Times New Roman" w:hAnsi="Times New Roman" w:cs="Times New Roman"/>
          <w:kern w:val="0"/>
          <w:sz w:val="24"/>
          <w:szCs w:val="24"/>
        </w:rPr>
        <w:t>р</w:t>
      </w:r>
      <w:r>
        <w:rPr>
          <w:rFonts w:ascii="Times New Roman" w:hAnsi="Times New Roman" w:cs="Times New Roman"/>
          <w:kern w:val="0"/>
          <w:sz w:val="24"/>
          <w:szCs w:val="24"/>
        </w:rPr>
        <w:t>ская литература</w:t>
      </w:r>
      <w:r>
        <w:rPr>
          <w:rFonts w:ascii="Times New Roman" w:hAnsi="Times New Roman" w:cs="Times New Roman"/>
          <w:kern w:val="0"/>
          <w:sz w:val="24"/>
          <w:szCs w:val="24"/>
        </w:rPr>
        <w:t>, герой, автор) и средств художественной выразительности (сравнение, олицетворение, метафора, эпитет, гипербола);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определять позицию автора художественного текста;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создавать по аналогии прозаический или поэтический текст на основе авторского текста, ис</w:t>
      </w:r>
      <w:r>
        <w:rPr>
          <w:rFonts w:ascii="Times New Roman" w:hAnsi="Times New Roman" w:cs="Times New Roman"/>
          <w:kern w:val="0"/>
          <w:sz w:val="24"/>
          <w:szCs w:val="24"/>
        </w:rPr>
        <w:t>пользуя средства художественной выразительности (в том числе из текста).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Раздел 4. Творческая деятельность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Выпускник научится: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читать по ролям литературное произведение;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создавать текст на основе интерпретации художественного произведения, </w:t>
      </w:r>
      <w:r>
        <w:rPr>
          <w:rFonts w:ascii="Times New Roman" w:hAnsi="Times New Roman" w:cs="Times New Roman"/>
          <w:kern w:val="0"/>
          <w:sz w:val="24"/>
          <w:szCs w:val="24"/>
        </w:rPr>
        <w:t>репродукций картин художников, по серии иллюстраций к произведению или на основе личного опыта;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реконструировать текст, используя различные способы работы с «деформированным» текстом: восстанавливать последовательность событий, уст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навливать </w:t>
      </w:r>
      <w:r>
        <w:rPr>
          <w:rFonts w:ascii="Times New Roman" w:hAnsi="Times New Roman" w:cs="Times New Roman"/>
          <w:kern w:val="0"/>
          <w:sz w:val="24"/>
          <w:szCs w:val="24"/>
        </w:rPr>
        <w:t>причинно-следственные связи, определять этапы в выполнении действий;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составлять текст на основе готового плана;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давать характеристику героя.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kern w:val="0"/>
          <w:sz w:val="24"/>
          <w:szCs w:val="24"/>
        </w:rPr>
        <w:t>Выпускник получит возможность научиться: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творчески пересказывать текст (от лица героя, от автора), дополнять </w:t>
      </w:r>
      <w:r>
        <w:rPr>
          <w:rFonts w:ascii="Times New Roman" w:hAnsi="Times New Roman" w:cs="Times New Roman"/>
          <w:kern w:val="0"/>
          <w:sz w:val="24"/>
          <w:szCs w:val="24"/>
        </w:rPr>
        <w:t>текст;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создавать иллюстрации к произведениям, диафильмы;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работать в группе, создавая инсценировки произведений, сценарии, проекты;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создавать собственный текст (повествование — по аналогии; рассуждение — развернутый ответ на вопрос; описание — характе</w:t>
      </w:r>
      <w:r>
        <w:rPr>
          <w:rFonts w:ascii="Times New Roman" w:hAnsi="Times New Roman" w:cs="Times New Roman"/>
          <w:kern w:val="0"/>
          <w:sz w:val="24"/>
          <w:szCs w:val="24"/>
        </w:rPr>
        <w:t>ристика героя);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писать изложения;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• </w:t>
      </w:r>
      <w:r>
        <w:rPr>
          <w:rFonts w:ascii="Times New Roman" w:hAnsi="Times New Roman" w:cs="Times New Roman"/>
          <w:kern w:val="0"/>
          <w:sz w:val="24"/>
          <w:szCs w:val="24"/>
        </w:rPr>
        <w:t>писать сочинения по картине.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 соответствии со Стандартом планируемые результаты (личностные, метапредметные, предметные) выступают основным объектом системы оценки результатов образования на ступени начального общего </w:t>
      </w:r>
      <w:r>
        <w:rPr>
          <w:rFonts w:ascii="Times New Roman" w:hAnsi="Times New Roman" w:cs="Times New Roman"/>
          <w:kern w:val="0"/>
          <w:sz w:val="24"/>
          <w:szCs w:val="24"/>
        </w:rPr>
        <w:t>образования.</w:t>
      </w:r>
    </w:p>
    <w:p w:rsidR="000D6C31" w:rsidRDefault="000D6C31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                3. УЧЕБНО-МЕТОДИЧЕСКОЕ ОБЕСПЕЧЕНИЕ КУРСА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С введением Федеральных государственных образовательных стандартов в начальное образование России особое значение стали придавать </w:t>
      </w:r>
      <w:r>
        <w:rPr>
          <w:rFonts w:ascii="Times New Roman" w:hAnsi="Times New Roman" w:cs="Times New Roman"/>
          <w:kern w:val="0"/>
          <w:sz w:val="24"/>
          <w:szCs w:val="24"/>
        </w:rPr>
        <w:t>учебно-методическому обеспечению образовательного процесса. Так, в Приказе Министерства образования и науки РФ от 4 октября 2010 г. № 986 «Об утве</w:t>
      </w:r>
      <w:r>
        <w:rPr>
          <w:rFonts w:ascii="Times New Roman" w:hAnsi="Times New Roman" w:cs="Times New Roman"/>
          <w:kern w:val="0"/>
          <w:sz w:val="24"/>
          <w:szCs w:val="24"/>
        </w:rPr>
        <w:t>р</w:t>
      </w:r>
      <w:r>
        <w:rPr>
          <w:rFonts w:ascii="Times New Roman" w:hAnsi="Times New Roman" w:cs="Times New Roman"/>
          <w:kern w:val="0"/>
          <w:sz w:val="24"/>
          <w:szCs w:val="24"/>
        </w:rPr>
        <w:t>ждении федеральных требований к образовательным учреждениям в части минимальной оснащенности учебного процесс</w:t>
      </w:r>
      <w:r>
        <w:rPr>
          <w:rFonts w:ascii="Times New Roman" w:hAnsi="Times New Roman" w:cs="Times New Roman"/>
          <w:kern w:val="0"/>
          <w:sz w:val="24"/>
          <w:szCs w:val="24"/>
        </w:rPr>
        <w:t>а и оборудования учебных помещений» говорится, что «требования к учебно-методическому обеспечению учебного процесса включают: параметры комплектности оснащения учебного процесса с учетом достижения целей и планируемых результатов освоения основной образова</w:t>
      </w:r>
      <w:r>
        <w:rPr>
          <w:rFonts w:ascii="Times New Roman" w:hAnsi="Times New Roman" w:cs="Times New Roman"/>
          <w:kern w:val="0"/>
          <w:sz w:val="24"/>
          <w:szCs w:val="24"/>
        </w:rPr>
        <w:t>тельной программы; параметры качества обе</w:t>
      </w:r>
      <w:r>
        <w:rPr>
          <w:rFonts w:ascii="Times New Roman" w:hAnsi="Times New Roman" w:cs="Times New Roman"/>
          <w:kern w:val="0"/>
          <w:sz w:val="24"/>
          <w:szCs w:val="24"/>
        </w:rPr>
        <w:t>с</w:t>
      </w:r>
      <w:r>
        <w:rPr>
          <w:rFonts w:ascii="Times New Roman" w:hAnsi="Times New Roman" w:cs="Times New Roman"/>
          <w:kern w:val="0"/>
          <w:sz w:val="24"/>
          <w:szCs w:val="24"/>
        </w:rPr>
        <w:t>печения учебного процесса с учетом достижения целей и планируемых результатов освоения основной образовательной программы; наличие учебн</w:t>
      </w:r>
      <w:r>
        <w:rPr>
          <w:rFonts w:ascii="Times New Roman" w:hAnsi="Times New Roman" w:cs="Times New Roman"/>
          <w:kern w:val="0"/>
          <w:sz w:val="24"/>
          <w:szCs w:val="24"/>
        </w:rPr>
        <w:t>и</w:t>
      </w:r>
      <w:r>
        <w:rPr>
          <w:rFonts w:ascii="Times New Roman" w:hAnsi="Times New Roman" w:cs="Times New Roman"/>
          <w:kern w:val="0"/>
          <w:sz w:val="24"/>
          <w:szCs w:val="24"/>
        </w:rPr>
        <w:t>ков и (или) учебников с электронными приложениями, являющимися их составной ч</w:t>
      </w:r>
      <w:r>
        <w:rPr>
          <w:rFonts w:ascii="Times New Roman" w:hAnsi="Times New Roman" w:cs="Times New Roman"/>
          <w:kern w:val="0"/>
          <w:sz w:val="24"/>
          <w:szCs w:val="24"/>
        </w:rPr>
        <w:t>астью, учебно-методической литературы и материалов по всем учебным предметам основной образовательной программы на определенных учредителем образовательного учреждения языках обучения и воспит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ния; безопасный доступ к печатным и электронным образовательным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ресурсам, расположенным в открытом доступе и (или) в федеральных и реги</w:t>
      </w:r>
      <w:r>
        <w:rPr>
          <w:rFonts w:ascii="Times New Roman" w:hAnsi="Times New Roman" w:cs="Times New Roman"/>
          <w:kern w:val="0"/>
          <w:sz w:val="24"/>
          <w:szCs w:val="24"/>
        </w:rPr>
        <w:t>о</w:t>
      </w:r>
      <w:r>
        <w:rPr>
          <w:rFonts w:ascii="Times New Roman" w:hAnsi="Times New Roman" w:cs="Times New Roman"/>
          <w:kern w:val="0"/>
          <w:sz w:val="24"/>
          <w:szCs w:val="24"/>
        </w:rPr>
        <w:t>нальных центрах информационно-образовательных ресурсов. При этом должно быть обеспечено ограничение доступа к информации, несовместимой с задачами духовно-нравственного развития и вос</w:t>
      </w:r>
      <w:r>
        <w:rPr>
          <w:rFonts w:ascii="Times New Roman" w:hAnsi="Times New Roman" w:cs="Times New Roman"/>
          <w:kern w:val="0"/>
          <w:sz w:val="24"/>
          <w:szCs w:val="24"/>
        </w:rPr>
        <w:t>питания обучающихся и воспитанников; укомплектованность библиотеки печатными и электронными образовательными ресурсами по всем учебным предметам учебного плана, а также фондом дополнительной литературы (детская художественная, н</w:t>
      </w:r>
      <w:r>
        <w:rPr>
          <w:rFonts w:ascii="Times New Roman" w:hAnsi="Times New Roman" w:cs="Times New Roman"/>
          <w:kern w:val="0"/>
          <w:sz w:val="24"/>
          <w:szCs w:val="24"/>
        </w:rPr>
        <w:t>а</w:t>
      </w:r>
      <w:r>
        <w:rPr>
          <w:rFonts w:ascii="Times New Roman" w:hAnsi="Times New Roman" w:cs="Times New Roman"/>
          <w:kern w:val="0"/>
          <w:sz w:val="24"/>
          <w:szCs w:val="24"/>
        </w:rPr>
        <w:t>учно-популярная, справочно-</w:t>
      </w:r>
      <w:r>
        <w:rPr>
          <w:rFonts w:ascii="Times New Roman" w:hAnsi="Times New Roman" w:cs="Times New Roman"/>
          <w:kern w:val="0"/>
          <w:sz w:val="24"/>
          <w:szCs w:val="24"/>
        </w:rPr>
        <w:t>библиографические и периодические издания, сопровождающие реализацию основной образовательной программы).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С целью реализации предъявляемых требований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учебно-методический комплект «Литературное чтение» </w:t>
      </w:r>
      <w:r>
        <w:rPr>
          <w:rFonts w:ascii="Times New Roman" w:hAnsi="Times New Roman" w:cs="Times New Roman"/>
          <w:kern w:val="0"/>
          <w:sz w:val="24"/>
          <w:szCs w:val="24"/>
        </w:rPr>
        <w:t>включает: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1. Учебную программу курса «Литературное </w:t>
      </w:r>
      <w:r>
        <w:rPr>
          <w:rFonts w:ascii="Times New Roman" w:hAnsi="Times New Roman" w:cs="Times New Roman"/>
          <w:kern w:val="0"/>
          <w:sz w:val="24"/>
          <w:szCs w:val="24"/>
        </w:rPr>
        <w:t>чтение».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2. Рабочую программу к учебникам Г.С. Меркина, Б.Г. Меркина, С.А. Болотовой «Литературное чтение». 1—4 классы.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3. Учебники для каждого года обучения.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4. Рабочие тетради (для каждого класса).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5. Методические рекомендации для учителя (для каждого кл</w:t>
      </w:r>
      <w:r>
        <w:rPr>
          <w:rFonts w:ascii="Times New Roman" w:hAnsi="Times New Roman" w:cs="Times New Roman"/>
          <w:kern w:val="0"/>
          <w:sz w:val="24"/>
          <w:szCs w:val="24"/>
        </w:rPr>
        <w:t>асса).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6. Книгу для родителей.</w:t>
      </w: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kern w:val="0"/>
          <w:sz w:val="24"/>
          <w:szCs w:val="24"/>
        </w:rPr>
        <w:t xml:space="preserve">Информационные ресурсы: </w:t>
      </w:r>
      <w:r>
        <w:rPr>
          <w:rFonts w:ascii="Times New Roman" w:hAnsi="Times New Roman" w:cs="Times New Roman"/>
          <w:kern w:val="0"/>
          <w:sz w:val="24"/>
          <w:szCs w:val="24"/>
          <w:lang w:val="en-US"/>
        </w:rPr>
        <w:t>lib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ascii="Times New Roman" w:hAnsi="Times New Roman" w:cs="Times New Roman"/>
          <w:kern w:val="0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kern w:val="0"/>
          <w:sz w:val="24"/>
          <w:szCs w:val="24"/>
          <w:lang w:val="en-US"/>
        </w:rPr>
        <w:t>fcior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ascii="Times New Roman" w:hAnsi="Times New Roman" w:cs="Times New Roman"/>
          <w:kern w:val="0"/>
          <w:sz w:val="24"/>
          <w:szCs w:val="24"/>
          <w:lang w:val="en-US"/>
        </w:rPr>
        <w:t>edu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>
        <w:rPr>
          <w:rFonts w:ascii="Times New Roman" w:hAnsi="Times New Roman" w:cs="Times New Roman"/>
          <w:kern w:val="0"/>
          <w:sz w:val="24"/>
          <w:szCs w:val="24"/>
          <w:lang w:val="en-US"/>
        </w:rPr>
        <w:t>ru</w:t>
      </w:r>
    </w:p>
    <w:p w:rsidR="000D6C31" w:rsidRDefault="000D6C31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:rsidR="000D6C31" w:rsidRDefault="000D6C31">
      <w:pPr>
        <w:pStyle w:val="Standard"/>
        <w:rPr>
          <w:rFonts w:ascii="Times New Roman" w:hAnsi="Times New Roman" w:cs="Times New Roman"/>
          <w:b/>
          <w:sz w:val="32"/>
          <w:szCs w:val="32"/>
        </w:rPr>
      </w:pPr>
    </w:p>
    <w:p w:rsidR="000D6C31" w:rsidRDefault="00BA52E3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2990"/>
        </w:tabs>
        <w:suppressAutoHyphens w:val="0"/>
        <w:autoSpaceDE w:val="0"/>
        <w:spacing w:after="0"/>
        <w:textAlignment w:val="auto"/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0D6C31" w:rsidRDefault="000D6C31">
      <w:pPr>
        <w:widowControl/>
        <w:suppressAutoHyphens w:val="0"/>
        <w:autoSpaceDE w:val="0"/>
        <w:spacing w:after="0"/>
        <w:textAlignment w:val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:rsidR="000D6C31" w:rsidRDefault="00BA52E3">
      <w:pPr>
        <w:widowControl/>
        <w:suppressAutoHyphens w:val="0"/>
        <w:autoSpaceDE w:val="0"/>
        <w:spacing w:after="0"/>
        <w:textAlignment w:val="auto"/>
      </w:pPr>
      <w:r>
        <w:rPr>
          <w:rFonts w:ascii="PragmaticaC-Bold" w:hAnsi="PragmaticaC-Bold" w:cs="PragmaticaC-Bold"/>
          <w:b/>
          <w:bCs/>
          <w:kern w:val="0"/>
          <w:sz w:val="24"/>
          <w:szCs w:val="24"/>
        </w:rPr>
        <w:t xml:space="preserve">                                                                                </w:t>
      </w:r>
      <w:r>
        <w:rPr>
          <w:rFonts w:cs="PragmaticaC-Bold"/>
          <w:b/>
          <w:bCs/>
          <w:kern w:val="0"/>
          <w:sz w:val="24"/>
          <w:szCs w:val="24"/>
        </w:rPr>
        <w:t xml:space="preserve">  </w:t>
      </w:r>
    </w:p>
    <w:p w:rsidR="000D6C31" w:rsidRDefault="000D6C31">
      <w:pPr>
        <w:widowControl/>
        <w:suppressAutoHyphens w:val="0"/>
        <w:autoSpaceDE w:val="0"/>
        <w:spacing w:after="0"/>
        <w:textAlignment w:val="auto"/>
        <w:rPr>
          <w:rFonts w:cs="PragmaticaC-Bold"/>
          <w:b/>
          <w:bCs/>
          <w:kern w:val="0"/>
          <w:sz w:val="24"/>
          <w:szCs w:val="24"/>
        </w:rPr>
      </w:pPr>
    </w:p>
    <w:p w:rsidR="000D6C31" w:rsidRDefault="00BA52E3">
      <w:pPr>
        <w:widowControl/>
        <w:suppressAutoHyphens w:val="0"/>
        <w:autoSpaceDE w:val="0"/>
        <w:spacing w:after="0"/>
        <w:jc w:val="center"/>
        <w:textAlignment w:val="auto"/>
      </w:pPr>
      <w:r>
        <w:rPr>
          <w:rFonts w:ascii="PragmaticaC-Bold" w:hAnsi="PragmaticaC-Bold" w:cs="PragmaticaC-Bold"/>
          <w:b/>
          <w:bCs/>
          <w:kern w:val="0"/>
          <w:sz w:val="24"/>
          <w:szCs w:val="24"/>
        </w:rPr>
        <w:t>ТЕМАТИЧЕСКОЕ ПЛАНИРОВАНИЕ</w:t>
      </w:r>
    </w:p>
    <w:p w:rsidR="000D6C31" w:rsidRDefault="000D6C31">
      <w:pPr>
        <w:widowControl/>
        <w:suppressAutoHyphens w:val="0"/>
        <w:autoSpaceDE w:val="0"/>
        <w:spacing w:after="0"/>
        <w:jc w:val="center"/>
        <w:textAlignment w:val="auto"/>
        <w:rPr>
          <w:rFonts w:cs="PragmaticaC-Bold"/>
          <w:b/>
          <w:bCs/>
          <w:kern w:val="0"/>
          <w:sz w:val="24"/>
          <w:szCs w:val="24"/>
        </w:rPr>
      </w:pPr>
    </w:p>
    <w:tbl>
      <w:tblPr>
        <w:tblW w:w="15633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4"/>
        <w:gridCol w:w="704"/>
        <w:gridCol w:w="750"/>
        <w:gridCol w:w="1764"/>
        <w:gridCol w:w="1038"/>
        <w:gridCol w:w="2878"/>
        <w:gridCol w:w="1985"/>
        <w:gridCol w:w="2366"/>
        <w:gridCol w:w="1418"/>
        <w:gridCol w:w="141"/>
        <w:gridCol w:w="95"/>
        <w:gridCol w:w="47"/>
        <w:gridCol w:w="284"/>
        <w:gridCol w:w="283"/>
        <w:gridCol w:w="284"/>
        <w:gridCol w:w="992"/>
        <w:gridCol w:w="40"/>
      </w:tblGrid>
      <w:tr w:rsidR="000D6C31" w:rsidTr="000D6C31">
        <w:tblPrEx>
          <w:tblCellMar>
            <w:top w:w="0" w:type="dxa"/>
            <w:bottom w:w="0" w:type="dxa"/>
          </w:tblCellMar>
        </w:tblPrEx>
        <w:trPr>
          <w:trHeight w:val="1170"/>
        </w:trPr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14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Дата</w:t>
            </w:r>
          </w:p>
        </w:tc>
        <w:tc>
          <w:tcPr>
            <w:tcW w:w="17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Тема и тип  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урока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</w:t>
            </w:r>
          </w:p>
        </w:tc>
        <w:tc>
          <w:tcPr>
            <w:tcW w:w="10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Домаш-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</w:t>
            </w:r>
          </w:p>
        </w:tc>
        <w:tc>
          <w:tcPr>
            <w:tcW w:w="28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урока</w:t>
            </w:r>
          </w:p>
        </w:tc>
        <w:tc>
          <w:tcPr>
            <w:tcW w:w="57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t xml:space="preserve">                         </w:t>
            </w:r>
            <w:r>
              <w:rPr>
                <w:b/>
                <w:bCs/>
              </w:rPr>
              <w:t xml:space="preserve">   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Планируемые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результаты</w:t>
            </w:r>
          </w:p>
        </w:tc>
        <w:tc>
          <w:tcPr>
            <w:tcW w:w="113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Вид,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форма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 онное обеспечение, обору-дова- ние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3419"/>
        </w:trPr>
        <w:tc>
          <w:tcPr>
            <w:tcW w:w="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suppressAutoHyphens w:val="0"/>
            </w:pP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Факт.</w:t>
            </w:r>
          </w:p>
        </w:tc>
        <w:tc>
          <w:tcPr>
            <w:tcW w:w="17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suppressAutoHyphens w:val="0"/>
            </w:pPr>
          </w:p>
        </w:tc>
        <w:tc>
          <w:tcPr>
            <w:tcW w:w="10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suppressAutoHyphens w:val="0"/>
            </w:pPr>
          </w:p>
        </w:tc>
        <w:tc>
          <w:tcPr>
            <w:tcW w:w="28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suppressAutoHyphens w:val="0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Предметные  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УУД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Личностные</w:t>
            </w:r>
          </w:p>
        </w:tc>
        <w:tc>
          <w:tcPr>
            <w:tcW w:w="2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самоконтроль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взаимоконтроль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учительский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1559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Мы играем</w:t>
            </w:r>
          </w:p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(20ч)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/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«Мы играем».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Пословицы об игре.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с.5.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учебником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«Литературное чтение»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для 2 класса, с условными обозн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чениями, шмуцтитулами, вступительной статьей,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держанием, словарями в конце учебника; с темой первого раздела «Мы играем»; с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тием «пословица»;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нанно и выразительно,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целыми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детской книгой и свободно в ней ориентироваться; разг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дывать ребусы;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чтению.</w:t>
            </w:r>
          </w:p>
          <w:p w:rsidR="000D6C31" w:rsidRDefault="000D6C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               правильному,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нанному чтению целыми словами; пониманию прямого и переносного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смысла пословиц;                  составлению устн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высказывания на за-данную тему; ориентации в новой учебной книге; пользованию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книжным словарем.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выполнять и контрол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ровать свои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действия по заданному образцу.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гнозировать содержание раздела книги; находить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необходимую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ориентироваться в учебной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книге по усло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обозначениям;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относить содержание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пословицы с конкретной стороной жизни или явления;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делять общие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признаки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разгадывать ребусы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 теме урока.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 на слух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дожественное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дение в исполнении учителя; участвовать в коллективном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обсужд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нии поставленной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блемы;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слушать ответы одноклассников,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устное высказыв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о правилах любимой игры.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уроку литературн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чтения.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 значения игр в жизни 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ловека.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5 + тетрадь с. 4 - 5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 Токмакова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 чудной стране».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чтения и анализа художественногопроизведения.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с.6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произведением И. Токмаковой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 чудной стране», с понят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«многозначные слова»;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читать текст вслух, целыми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словами, правильно, осознанно и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зительно; объяснять смысл названия произведения; отв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чать на вопросы к тексту;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ходить в художественном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сте фактическую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 виде; определять авторское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и формулировать свое отношение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к прочитанному; находить в тексте многозна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слова и объяснять их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И. Токма-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ковой.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стихотворения;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делению концевых созвучи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выразительн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 чтению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устного выск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зывания на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тему; заучив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стихотворения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осуществлять контроль свои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содержание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произведения;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делять авторский зам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сел; находить в тексте фактическую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 виде; объяснять и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слова и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ния из текста; выделять концевые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созвучия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 и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деть рифму; отвечать на вопросы к тексту;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несложный вывод о 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яснять значение понятия «многозначные слова»; 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держания прочитанного; определя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авторское отношение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к прочитанному;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устное высказыв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о «чудной стране».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И.Токмаковой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6  + тетрадь с. 5-6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Чуковский «Радость»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анализа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художественного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7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К. Чуковского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«Радость»;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читать текст вслух, целыми словами, правильно, выразительно;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вечать на вопросы; находить в тексте требуемую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цию; делать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несложные выводы; определять авторское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и формулировать свое отношение к прочитанному произведе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нию; находить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щее у близких по звучанию и значению слов; пользоваться толковым словарем;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собности, фантазию, вообр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жение, речь;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К. Чуковского.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    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вильному, осозна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чтению 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екста целыми слова-ми; 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выделению конц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вых созвучий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выразительн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 чтению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устного выск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зывания на за-данную тему;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мать, понимать и решать учебные задачи урока, осуществлять 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гнозировать содержание текста по его заголовку; понимать содержание прочитанного художес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венного произведения; определять авторский замысел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находить в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 фактическую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формацию, заданную в явном виде; объяснять и сравнивать слова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ражения из текста;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делять концевые созв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чия стихотворных строк и видеть рифму; отв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чать на вопросы к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сту; сравнивать произв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 разных авторов; форму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лировать несло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вывод о прочита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ствовать в коллек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ного;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ское отношение 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свое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шение к прочитанному; составлять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устное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сказывание на заданную тему.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Чуковск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</w:t>
            </w:r>
          </w:p>
          <w:p w:rsidR="000D6C31" w:rsidRDefault="000D6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rPr>
                <w:rFonts w:ascii="NewtonC" w:hAnsi="NewtonC" w:cs="NewtonC" w:hint="eastAsia"/>
                <w:sz w:val="20"/>
                <w:szCs w:val="20"/>
              </w:rPr>
            </w:pPr>
          </w:p>
          <w:p w:rsidR="000D6C31" w:rsidRDefault="000D6C31">
            <w:pPr>
              <w:rPr>
                <w:rFonts w:ascii="NewtonC" w:hAnsi="NewtonC" w:cs="NewtonC" w:hint="eastAsia"/>
                <w:sz w:val="20"/>
                <w:szCs w:val="20"/>
              </w:rPr>
            </w:pPr>
          </w:p>
          <w:p w:rsidR="000D6C31" w:rsidRDefault="000D6C31">
            <w:pPr>
              <w:rPr>
                <w:rFonts w:ascii="NewtonC" w:hAnsi="NewtonC" w:cs="NewtonC" w:hint="eastAsia"/>
                <w:sz w:val="20"/>
                <w:szCs w:val="20"/>
              </w:rPr>
            </w:pPr>
          </w:p>
          <w:p w:rsidR="000D6C31" w:rsidRDefault="000D6C31">
            <w:pPr>
              <w:jc w:val="center"/>
              <w:rPr>
                <w:rFonts w:ascii="NewtonC" w:hAnsi="NewtonC" w:cs="NewtonC" w:hint="eastAsi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7  + тетрадь с. 6 № 1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Чуковский «Радость»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анализа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художественного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 7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К. Чуковского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«Радость»;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ния: читать текст вслух, целыми словами, правильно, выразительно;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вечать на вопросы; находить в тексте требуемую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цию; делать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несложные выводы; определять авторское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и формулировать свое отношение к прочитанному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зведению; находить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щее у близких по звучанию и значению слов; пользоваться толковым словарем;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собности, фантазию, вообр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жение, речь;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К. Чуковского.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tabs>
                <w:tab w:val="left" w:pos="300"/>
              </w:tabs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     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вильному, осозна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 xml:space="preserve">ному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целыми слова-ми; 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выделению конц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вых созвучий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выразительн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 чтению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устного выск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зывания на за-данную тему;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 наизуст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мать, понимать и решать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учебные задачи урока, осуществлять 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гнозировать содержание текста по его заголовку; понимать содержание прочитанного художес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венного произведения; определять авторский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замысел; находить в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 фактическую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формацию, заданную в явном виде; объяснять и сравнивать слова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ражения из текста;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делять концевые созв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чия стихотворных строк и видеть рифму; отв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чать на вопросы к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сту; сравнивать произв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 разных авторо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в; формулировать несло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вывод о прочита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ствовать в коллек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ного;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ское отношение 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свое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шение к прочитанному; составлять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устное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сказывание на заданную тему.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К. Чуковск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</w:t>
            </w:r>
          </w:p>
          <w:p w:rsidR="000D6C31" w:rsidRDefault="000D6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rPr>
                <w:rFonts w:ascii="NewtonC" w:hAnsi="NewtonC" w:cs="NewtonC" w:hint="eastAsia"/>
                <w:sz w:val="20"/>
                <w:szCs w:val="20"/>
              </w:rPr>
            </w:pPr>
          </w:p>
          <w:p w:rsidR="000D6C31" w:rsidRDefault="000D6C31">
            <w:pPr>
              <w:rPr>
                <w:rFonts w:ascii="NewtonC" w:hAnsi="NewtonC" w:cs="NewtonC" w:hint="eastAsia"/>
                <w:sz w:val="20"/>
                <w:szCs w:val="20"/>
              </w:rPr>
            </w:pPr>
          </w:p>
          <w:p w:rsidR="000D6C31" w:rsidRDefault="000D6C31">
            <w:pPr>
              <w:rPr>
                <w:rFonts w:ascii="NewtonC" w:hAnsi="NewtonC" w:cs="NewtonC" w:hint="eastAsia"/>
                <w:sz w:val="20"/>
                <w:szCs w:val="20"/>
              </w:rPr>
            </w:pPr>
          </w:p>
          <w:p w:rsidR="000D6C31" w:rsidRDefault="000D6C31">
            <w:pPr>
              <w:jc w:val="center"/>
              <w:rPr>
                <w:rFonts w:ascii="NewtonC" w:hAnsi="NewtonC" w:cs="NewtonC" w:hint="eastAsia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7 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тетрадь с.7 - 8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Р.Э. Распе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«Волк наизна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ку»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(отрывок из кн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 «Приключения барона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Мюнхгаузена»)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8-9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щихся с фрагментом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книги Р.Э. Распе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«Приключения барона Мюн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гаузена»; развивать умения: читать текст вслух, целыми словами, правильно и выраз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тельно; отвечать на вопросы; на основе прочитанного 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лать выводы; формулировать свое отношение 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нию; различать понятия «фа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тазер» и «лгун»; анализир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поступки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характер героя;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собности, логическое мышл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ние, память;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Р.Э. Распэ.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правильному, осоз-нанному чтению текста це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вами; вчитыванию 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художественный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 и анализу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сос-тавлению хракте-ристики героя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ния;определениюглавной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рассказа; составлению устн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и письменного рассказа на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тему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мать, понимать и решать учебные задачи урока, осуществлять 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мать содержание проч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танного художественн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произведения; выя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лять смысл поступка героя на основе анализа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его внутреннего состо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тексте фактическую информ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цию, заданную в явном и неявном виде; объя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нять и сравнивать слова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«фантазировать» и «о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манывать»; ставить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просы к тексту; 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лировать несложный вывод о 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ствовать в парной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работе по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теристики главного 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роя;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своё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составлять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устный и письменный рассказ о том, как прошел самый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интересный день кан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кул.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Р.Э. Распэ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8-9  + тетрадь с.9 – 10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Уолтер де ла Мэр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«Сыграем в пря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ки»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худож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ственного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10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щихся с произведением Уо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тера де ла Мэра «Сы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граем в прятки»;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читать текст вслух,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 и выразительно; объяснять заголовок произве-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находить в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венном тексте фактическую информацию, заданную в 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 виде; на основе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 делать несложные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ды; объяснять правила люб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мой игры;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собности, фантазию, воораж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Уолтера де ла Мэра.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вчитыванию 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художественный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текст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анализу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выделению конц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вых созвучий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рифмы;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разительному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стихотворения;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 наизусть;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устного расска-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 на заданную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тему.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мать, понимать и решать учебные задачи урока, осуществлять 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гнозировать содержание текста по его заголовку; понимать содержание прочитанного художес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венного произведения; находить в тексте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тическую информацию, заданную в явном виде; устанавливать завис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мость ритма от звуковых повторов; понимать роль интонации в передаче смысла произведения; на основе прочитанного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ствовать в учебном 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логе; слушать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друг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га; договариваться друг с другом;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рассказывать правила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игры в прятки.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Уолтера де ла Мэра.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10 + тетрадь с. 11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Д. Хармс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«Врун».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знакомства с литературным  произведением.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У. с. 11-14 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произведением Д. Хармса «Врун»;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слушать ху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дожественное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ние; читать текст целыми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словами, правильно и выраз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тельно; определять главную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произведения;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послдовательность смы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лвых частей текста; вести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диалог с автором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формулировать свое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прочитанному;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эмоциональный строй стихотворения; разл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чать понятия «фантазер» и «врун»; сравнивать героев разных произведений;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Д. Хармса.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слушанию худож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ственного текста;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правильному,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нанному чтению текста целыми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вами, вслух; работе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 содержанием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теристики героя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рассматриванию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иллюстрации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тексту и соотнес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ее с содерж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нием прочитанного;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выделению конц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вых созвучий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выразительн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 чтению стихо-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заучив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стихотворения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решать учебные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задачи урока, осуществлять контроль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гнозировать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ие текста по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его заголовку; воспринимать на слух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художественый текст; понимать содержание 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замысел;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теризовать героя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устанавливать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зависимость ритма от звуковых повторов;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нимать роль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ации в передаче смысла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сравнивать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разных жанров; на основе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слов «фантазер» и «врун»; вести диалог с автором произведения; слушать друг друга; договар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ваться друг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 другом;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творчеству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Д. Хармса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11 - 14 + тетрадь с. 12 № 1 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Д. Хармс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«Врун»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14 № 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произведением Д. Хармса «Врун»;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слушать худоственное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ведение; читать текст целыми словами, правильно и выраз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тельно; определять главную мысль произведения;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мать последовательность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текста; вести диалог с автором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формулировать свое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прочит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анному;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ределять эмоциональный строй стихотворения; разл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чать понятия «фантазер»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«врун»; сравнивать героев разных произведений;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Д. Хармса.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слушанию ху-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дожественного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текста; правильн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му, 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словами, вслух; работе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творения;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характеристики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героя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мысли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риванию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к тексту и со-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отнесению ее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танного; выделению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концевых соз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вучий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 рифмы; выраз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тельному чтению стихо-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заучив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стихотворения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решать учебные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задачи урока, осуществлять контроль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гнозировать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содержание текста по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его заголовку; воспринимать на слух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художественый текст; понимать содержание 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замысел;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теризовать героя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устанавливать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зависимость ритма от звуковых повторов;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нимать 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интонации в передаче смысла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сравнивать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разных жанров; на основе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слов «фантазер» и «врун»; вести диалог с автором произведения; слушать друг друга; договар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ься друг с другом;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Д. Хармса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14  + тетрадь с. 12 - 14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Небылицы.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.15-16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понятиями «быль» и «небл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читать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текст вслух, целыми словами, осознанно, правильно и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зительно; понимать общий смысл произведения и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авторский замысел;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необы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стихам – небылицам (п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ревертышам)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правильному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литературных произведений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жанров; выд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концевых созвучий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выразительн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 чтению небыл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цы; придумыванию небылицы; заучив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нию наизусть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лицы.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урока, осуществлять контроль своих действий.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содержание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прочитанного художес-твенного произведения; определять авторский замысел; устанавливать зависимость ритма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 звуковых повторов; вид-еть связь между ритмом и смыслом; выделять признаки небылицы.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значение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понятий «быль» 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«небылица»; участвов-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ать в учебном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диалоге; придумывать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небылицу.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  необычным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стихам —небылицам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(переверт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шам).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15 – 16 + тетрадь с. 15 № 1,2,3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Считалки.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16-18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учащихся с понятием «считалка»;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читать считалки целыми словами, четко и правильно; отличать считалку от стихотворения;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познавательную актиность; 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необы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стихам – считалкам.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tabs>
                <w:tab w:val="left" w:pos="1320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Научатся: правильному,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осоз-нанному чтению текста целыми словами; работе с содержанием произ-ведения;пониманию роли ритма в счита-лке (для установле-ния справедливо-сти); выделению концевых созвучий стихотворных строк и определению рифмы; выразитель-ном чтению счита-лок; придумы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ванию считалок;-заучива-нию наизусть считалки.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осуществлять 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содержание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танной считалки;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роль-ритма в сч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талке;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аки считалок; сопо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тавлять фольклорные и авторские считалки; сравнивать считалки разных народов мира.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нятия «считалка»;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шать друг друга; дог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вариваться друг с др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гом; рассказывать свою считалку.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Интерес 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Необычным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стихам –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считалкам.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необходи-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мости быть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честным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справедли-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вым в игре.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16 -18 + тетрадь с. 16 № 4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Скороговорки.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Т. Белозеров.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И. Бурсов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«Скороговорки»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18- 20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скороговорками Т. Белозерова, И. Бурсова, с понятием «ск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роговорка»;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читать скороговорки целыми 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ми; сравнивать малые фоль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лорные жанры, определять их своеобразие; находить в тексте слова с повторяющимися бу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вами, находить в стихотв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нии скороговорки;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звуковую кул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туру речи;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интерес 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короговоркам.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правильному, осоз-нанному чтению текста целыми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вами; работе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произ-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поним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роли темпа чтения и речи в 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роговорке; выдел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концевых созвучий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рифмы; быстрому чтению скорогов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рок; рассказыванию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скороговорок;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скороговорки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мать, понимать и решать учебные задачи урока, проверять себя и сам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стоятельно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оценивать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мать содержание проч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танной скороговорки; понимать роль темпа чтения и речи в скорог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ворке; устанавливать зависимость ритма от звуковых повторов;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деть связь между 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мом и смыслом; сравн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вать похожие по звуч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нию слова; определять признаки скороговорок</w:t>
            </w:r>
            <w:r>
              <w:t xml:space="preserve">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яснять значение понятия «скороговорка»; учас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вовать в учебном диал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ге; рассказывать скор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говорки.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необычным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стихам –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скорогово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Звуковая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культура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речи.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18 –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+ тетрадь с. 16 № 5,6,7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Заклички.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Приговорки.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Маршак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«Улитка».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Введенский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«Дождик».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21-23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произведениями С. Маршака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«Улитка», А. Введенского «Дождик», с понятиями «за-кличка» и «приговорка»;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читать текст целыми словами; сравнивать произведения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жанров и определять их общие при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знаки; объяснять использованное в тексте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нение;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собности,фантазию, вообр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жение;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звуковую кул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туру речи;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необы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стихам –закличкам 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говоркам.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правильному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ию текста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целыми слова-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ми; работе с содер-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жанием произ-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ведения; понима-нию роли ритма в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закличке и при-говорке; выделению концевых созвучий стихотворных строк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рифмы; рассказыва-нию закличек и при-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говорок; заучива-нию наизусть закли-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чек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приговорок.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 урока, проверять себя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самостоятельно оцени-вать свои достижения.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 содержание прочитанных    закличек и приговорок понимать отличительные особен-ности закличек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приго-ворок; видеть связь между ритмом и смыс-лом; понимать роль интонации в передаче смысла произведения; сравнивать фольклорные и авторские заклички и приговорки.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значение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терминов «закличка» и «приговорка»; рассказы-вать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лички и приговорки.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    необычным стихам – за-кличкам и приговоркам.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Звуковая культура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21 - 23 + тетрадь с 18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Русские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загадки.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У.с.24-26 читать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понятием «загадка», «наро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ная загадка»;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читать целыми словами и разгад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загадки, объяснять знач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непонят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слов с пом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щью Толкового словаря;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творческое воо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ражение, память, познавател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активность, речь;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наро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загадкам.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правильному,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жанием загадок;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существенных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признаков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загадок;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рассказыванию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друг другу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загадок;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 загадок.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проверять себя и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оценивать свои достижения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одержание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танной загадки;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существенные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знаки загадок; разгад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загадки.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яснять значениепонятий «загадка»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«народная загадка»; участвовать в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учебном диалоге; заг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дывать друг другу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гадки.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ам.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 с. 24 – 26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загадки.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27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понятием «авторская загадка»;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ершенствовать знание о понятии «загадка»;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читать текст целыми словами; отл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чать авторские загадки от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родных; разгадывать згадки;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творческое воо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ражение, память, познавател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активность, речь;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автоск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им загадкам.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правильному,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жанием загадок;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существенных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признаков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гадок;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придумыванию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загадок;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 загадок.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мать, понимать и решать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учебные задачи урока, проверять себя и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оценивать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содержание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танной загадки;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существенные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знаки загадок; сравн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народные и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ские загадки; разгад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загадки.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>Коммуникативны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яснять значение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понятия «авторская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загадка»; слушать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друг друга; придумывать загадки.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авторским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загадкам.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27 + тетрадь с. 19 - 20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Токмакова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«Туман»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28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щихся со стихотворением И. Токмаковой «Туман», с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продукцией картины И. Ши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кина «Туман в лесу»;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художественого текста; сравнивать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видов искусства;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И. Токмаковой, повышать интерес к тайнам родной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  <w:p w:rsidR="000D6C31" w:rsidRDefault="000D6C31"/>
          <w:p w:rsidR="000D6C31" w:rsidRDefault="000D6C31"/>
          <w:p w:rsidR="000D6C31" w:rsidRDefault="000D6C31"/>
          <w:p w:rsidR="000D6C31" w:rsidRDefault="000D6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Научатся: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вч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тыванию в текст и 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выделению конц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вых созвучий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рифмы; выраз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тельному чтению стихо-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заучив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стихотворения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наизусть;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рассказа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сматриванию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продукции картины и соотнесению ее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 содержанием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проверять себя и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оценивать свои достижени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гнозировать содержание текста по его заголовку; понимать содержание художественного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определять авторский замысел; 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танавливать зависимость ритма от звуковых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второв; понимать роль интонации в передаче смысла произведен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ия; соотносить содержание текста с содержанием репродукции картины; на основе прочитанного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слушать друг друга;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говариваться друг с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гом; формулировать свое отношение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читанному; рассказ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о тайнах природы.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Интерес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творчеству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И. Токмако-вой. Интерес к тайнам родной природы.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28 + тетрадь с. 20 № 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Внеклассное   чтение.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Стихи и рассказы о детских играх.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внеклассн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22 № 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умение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читать книги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развивать умения: работать с детской книгой; ориентиро-ваться в книге по оглавлению;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содержание книги по названию; отличать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сборник произведений разных авторов от книги одного пи-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сателя; выбирать из предло-женных книг те, которые соответств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уют теме; давать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краткую аннотацию прочи-танной книги;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стихам и рассказам о детских играх;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ценностное отношение к самостоятель-ному 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выбору детской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книги по теме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урока; самостоя-тельному чтению книг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заданную тему;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составлению краткой аннотации прочитанной книги.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проверять себя и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оценивать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t xml:space="preserve"> 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нах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дить в библиотеке книгу по заданной теме;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ентироваться в книге по названию и оглавлению; готовить выбранную книгу для выставки книг по теме урока; отличать сборник произведений разных авторов от книги одного писателя;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произведения разных жанров на одну тему; делать выводы по теме уро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краткую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аннотацию прочитанной книги с опорой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 ее содержание и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иллюстративный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стихам и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сказам о 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ских играх.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Тетрадь с.21 № 2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Обобщение по теме «Мы игр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обобщения и систематиз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понравившегося произведения об игре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Обобщить и систематизир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знания учащихся по теме раздела «Мы играем»;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вильно называть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венные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узн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их по предлагаемым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рывкам или по вопросам к их содержанию; высказывать и обосновывать свое мнение о прочитанных произведениях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иллюстрациях к ним; восст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навливать по памяти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ления изученных литерату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ных понятий;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ознавательную актиность;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Научатся: ориентации в содер-жании изученных произведений по теме «Мы играем»;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названия художест-венного текста по заданным ориенти-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рам; узнаванию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 по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урока; проверять себя и самостоятельно оцени-вать свои достижения.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содержание произведения с поставленной учебной задачей; сравнивать события и героев изученных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роизведе-ний; разгадывать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тематический крос-сворд; собирать из смыс-ловых частей пословицу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ствовать в групповом обсуждении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проблемы, слушать ответы одноклассников;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действия партн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Положи-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интерес к уроку лите-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Тетрадь с. 22 № 3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Н. Булгаков  «Старая кукла».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30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Контролировать уровень форсированности чита-тельских умений на примере работы с произведением Н. Булгакова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«Старая кукла»;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осущест-влять самоконтроль; соотно-сить способ действия и его результат, вносить необхо-димые коррективы в план и способ действия;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чувство уверенности в своих знаниях.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проверять свои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умения и знан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 изученной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теме; читать худ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жественный текст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заданном темпе и на заданное 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урока; планировать свою деятельность на основе осознаваемых целей; предвосхищать проме-жуточные и конечные рез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ультаты своих действий; проверять себя и самостоятельно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свои дости-жения; вноситьнеобхо-димые коррективы в план и способ 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      уверенности в своих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30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Внеклассное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ние. Моя люб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мая книга.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понравившегося произведения.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правильно называть художественные произведения; узнавать их по предлагаемым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трывкам или по вопросам к их содержанию; высказывать и обосновывать свое мнение о прочитанных произведениях и иллюстрац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ях к ним; восстанавливать по памяти определения изуче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литературных понятий;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познавательную актиность;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выбору детской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книги по теме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урока; самостоя-тельному чтению книг на заданную тему;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составлению краткой аннотации прочитанной книги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урока; проверять себя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оцени-вать свои достижения.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содержание произведения с постав-ленной учебной задачей; сравнивать события и героев изученных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произ-ведений; разгадывать тематический крос-сворд; собирать из смыс-ловых частей пословицу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по заданной теме.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участвовать в групповом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обсуждении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поставлен-ной проблемы, слушать ответы одноклассников;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оцени-вать действия партнера.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  слушанию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СЕМЕЙНОЕ 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Н.НОСОВ «ФАНТАЗЁРЫ»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 31- 37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правильно называть художественные произведения; узнавать их по предлагаемым отрывкам или по вопросам 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их содержанию; высказывать и обосновывать свое мнение о прочитанных произведениях и иллюстрац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ях к ним; восстанавливать по памяти определения изуче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литературных понятий;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познавательную актиность;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 к урокам литературного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выбору детской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книги по теме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урока; самостоятельно-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чтению книг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заданную тему;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составлению краткой аннотации прочитанной книги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урока; проверять себя и самостоятельно оцени-вать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содержание произведения с постав-ленной учебной задачей; сравнивать события и героев изученных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произ-ведений; разгадывать тематический крос-сворд; собирать из смыс-ловых частей пословицу по заданной теме.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групповом обсуждении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поставлен-ной проблемы, слушать ответы одноклассников;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оцени-вать действия партнера.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  слушанию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с.31 – 37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1360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 нас в школе</w:t>
            </w:r>
          </w:p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(14ч)</w:t>
            </w: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7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«У нас в школе».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Пословицы.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Ю. Коринец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«Научи, стран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ца, хорошо учиться».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Вводный урок.</w:t>
            </w:r>
          </w:p>
        </w:tc>
        <w:tc>
          <w:tcPr>
            <w:tcW w:w="10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39 — 40</w:t>
            </w:r>
          </w:p>
        </w:tc>
        <w:tc>
          <w:tcPr>
            <w:tcW w:w="28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Познакомить учащихся с темой нового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раздела «У нас в школе», со стихотворением Ю. Коринца «Научи, страница, хорошо учиться»;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читать текст правильно, осознанно и выразительно, це-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работать со шмуцтитулом книги; раз-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гадывать ребусы;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пословицы по теме урока; самостоятельно подбирать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пословицы по заданной теме;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связь названия сти-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хотворения с его содержанием;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положительное отношение к школе.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Научатся: правиль-ному, осознанному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текста це-лыми 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овами; по-ниманию прямого и переносного смысла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пословицы; соотне-сению содержания пословицы с кон-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кретной стороной жизни или явления;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ориентации в новой теме; рассматриванию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шмуцтитула книги;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использованию при-книжного словаря; составлению уст-ного высказ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ывания по теме урока.</w:t>
            </w:r>
          </w:p>
        </w:tc>
        <w:tc>
          <w:tcPr>
            <w:tcW w:w="2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урока, выполнять и контролировать свои действия по заданному образцу.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прогнозировать содер-жание раздела книги; рассматривать шмуцти-тул книги; ориентиро-ваться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учебной книге по условным обозначе-ниям; находить необхо-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димую информацию; понимать прямой и переносный смысл пословиц; соотносить содержание пословицы с конкретной стороной жизни или явления; сравнивать пословицы и определять их общие признаки; разгады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вать ребусы по теме урока;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понимать содержание прочитанного произве-дения; отвечать на вопросы к тексту.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участвовать в коллек-тивном обсуждении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пос-тавленной проблемы, слушать ответы одно-классников,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устное высказывание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урока.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Положи-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уроку ли-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тературного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школы 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жизни каж-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дого чело-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века.</w:t>
            </w:r>
          </w:p>
        </w:tc>
        <w:tc>
          <w:tcPr>
            <w:tcW w:w="236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39 -40 + тетрадь с. 24 -25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Л. Толстой «Фи-липок».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знакомства с литературным произведением.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40 - 42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произведением Л. Толстого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«Филипок», с репродукцией картины В.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Маковского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 сельской школе»; с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тием «быль»;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ваться в художественный текст и работать с содержа-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нием произведения; анализ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образ главного героя, его поступки; делит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текст на части и составлять различные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виды плана; формулировать на основе прочитанного несло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ный вывод; 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ское отношение и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свое отношение к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танному; давать толкование непонятных слов с помощью словаря; работать с репроду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цией картины;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логическое 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ление, внимание и память;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Л. Толстого;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положительное отношение к школе.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слуш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 правильному,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текста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вчитыванию 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художест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венный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 и анализу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характеристики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главного героя;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использованию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словаря при работе с непонятными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 и выражени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ми; выразитель-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чтению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сказа-были;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сказу были по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данному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плану;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сматриванию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продукции картины и соотнесению ее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 содержанием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решать учебные задачи урока, осуществлять ко-нтроль своих действий.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содержание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Художественного произ-ведени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я; составлять характеристику главного героя; выявлять смысл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поступка героя произве-дения на основе анализа его внутреннего состоя-ния; объяснять значение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устаревших слов при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помощи Толкового сло-варя; определять глав-ную мысль произведе-ния; делить текст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смысловые части; соотносить содержание литературного произве-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дения с содержанием репродукции картины;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 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по-нятия «быль»; участв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 парной работе по составлению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стики главного героя;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еделять авторское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и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 прочитанному; переск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зывать быль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Л. Толстого.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школе.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собс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венных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ступков с поступком Филипка.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0-42 + тетрадь с. 25 № 1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Л. Толстой «Фи-липок».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26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 произведением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Л. Толстого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«Филипок», с репродукцией картины В. Маковского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 сельской школе»; с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тием «быль»;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ваться в художественный текст и работать с содержа-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нием произведения; анализ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образ главного героя, его поступки; делить текст на части и составлять различные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виды плана; формулировать на основе прочитанного несло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ный вывод; 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ское отношение и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свое отношение к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танному; давать толкование непон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ятных слов с помощью словаря; работать с репроду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цией картины;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логическое 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ление, внимание и память;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Л. Толстого;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положительное отношение к школе.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слуш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 правильному,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текста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вчитыванию 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художественный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 и анализу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характеристики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главного героя;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использованию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словаря при работе с непонятными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 и выражени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ми; выразитель-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ному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сказа-были;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сказу были по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данному плану;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сматриванию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продукции картины и соотнесению ее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 содержанием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решать учебные задачи урока, осуществлять ко-нтроль своих действий.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Художественного произ-ведения; составлять характеристику главного героя; выявлять смысл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поступка героя произве-дения на основе анализа его внутреннего состоя-ния; объяснять значение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устаревших слов при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помощи Толкового сло-варя; определ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ять глав-ную мысль произведе-ния; делить текст на смысловые части; соотносить содержание литературного произве-дения с содержанием репродукции картины;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 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по-нятия «быль»; участв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 парной работе 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составлению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стики главного героя;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авторское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и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 прочитанному; переск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зывать быль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Л. Толстого.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школе.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Сопоставле-ние собствен-ных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поступ-ков с поступ-ком Филипка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40 – 42 + тетрадь с. 25 № 2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Блок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«Учитель»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44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А. Блока «Учитель», с понятие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«синоним»;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ваться в художественный текст; отвечать на вопросы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тексту; находить в тексте информацию, заданную в 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виде; понимать использова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в тексте образные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ия, подбирать к словам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синонимы; определять осно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мысль произведения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авторский замысел; 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лировать свое отношение к прочитанному;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А. Блока;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уважение к 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ду учителя.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правильному,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чте-нию текста целыми словами; элементар-ному анализу художественного произведения; сос-тавлению характе-ристики главного героя;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стихотворения;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стихотворе-ния; составлению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устного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высказыв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на заданную тем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у;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 осуществлять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своих дей-ствий.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прогнозировать содер-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жание текста по его заголовку; понимать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художест-венного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произведения; определять авторский замысел; находить в тексте фактическую информацию, заданную в явном виде; объяснять и сравнивать слова и выражения из текста; составлять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характерис-тику главного героя; отвечать на вопросы к тексту; формулировать несложны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й вывод 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нятия «синоним»;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содержания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го;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составлять устное высказывание о люб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мом учителе.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Блока.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труду учит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с.44 + тетрадь с. 27 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Ушинский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«Дети в роще».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Урок знакомства с литературным произведением.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45 - 47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произведением К. Ушинского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«Дети в роще»;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• совершенствоват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умение слушать художественный текст; читать текст целыми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словами, осознанно и выраз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характеризовать героев с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пользованием художественно-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выразительных средств данн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анализироват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следовательность событий, описанных в произведении; находить в тексте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 виде; определять главную мысль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и авторское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героям;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прочитанному; сравнивать героев разных произве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дений; пересказывать текст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плану;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К. Ушинского;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прилежание и старание в учении.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Научатся: правильному, осоз-нанному чтению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текста целыми сло-вами; вчитыванию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художественный текст и анализу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про-изведения;составле-нию характеристики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героев произведе-ния;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использованию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словаря при работе с непонятными словами и выраже-ниями; выразитель-ному чтению рас-сказа;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пересказу текста по заданному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урока, осуществлять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венного произведения; составлять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стику глав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героев; восстанавливать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довательность событий, описанных в рассказе; определять авторский замысел; находить в тексте фактическую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мацию, заданную в 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 виде; объяснять значение устаревших слов при помощи 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главную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сравнивать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авторов на одну тему;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по составлению характеристики главных героев;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торское отношение к героям  и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свое отношение к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итанному; пересказ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текст по заданному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Ушинскго.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Прилежание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старание в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учении.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45 – 47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lastRenderedPageBreak/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Ушинский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«Дети в роще».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28 № 2,3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произведением К. Ушинского «Дети в роще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»• совершенс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ввать умение слушать худож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ственный текст; читать текст целыми словами, 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работать с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содержанием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характеризовать героев с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пользованием художественно-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выразительных средств данн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ста; анализировать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следовательность событий, описанных в произведении; находить в тексте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 виде; определять главную мысль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и авторское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героям;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прочитанному; сравнивать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героев разных произведений; пересказывать текст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плану;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К. Ушинского;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прилежание и старание в учении.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Научатся: правильному, осоз-нанному чтению текста целыми сло-вами; вчитыванию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художественный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 и анализу про-изведения;составле-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нию характеристики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героев произведе-ния;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использованию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словаря при работе с непонятными словами и выраже-ниями; выразитель-ному чтению рас-сказа;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пересказу текста по заданному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осуществлять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венного произведения; составлять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ку главных героев; восстанавливать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довательность событий, описанных в рассказе; определять авторский замысел; находить в тексте фактическую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мацию, заданную в 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 виде; объяснять значение устаревших слов при помощи 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главную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сравнивать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авторов на одну тему;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по составлению характеристики главных героев;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торское отношение к героям  и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свое отношение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к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читанному; пересказ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текст по заданному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Ушинскго.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Прилежание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старание в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учении.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45 - 47 + тетрадь с. 28 №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Б. Заходер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«Перемена»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48 — 49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Б. Заходера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«Перемен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 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ваться в художественный текст; работать с содержанием произведения;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замысел; выбирать из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текста предложение, которое передает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основную мысль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произведения; оценивать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 и поступки героя; 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яснять значения многозначных слов; составлять устный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 на заданную тему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Б. Заходера;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культурное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ведение детей на школьных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переменах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стихотворения;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делению концевых созвучий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выразительн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 чтению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нию рассказа на заданную тему;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урока,осуществлять кон-троль своих действий.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прогнозировать содер-жание текста по его заголовку; понимать содержание художест-венного произведения;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авторский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замысел; составлять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характеристику главного героя;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выделять конце-вые созвучия стихот-ворных строк и видеть рифму; отвечать 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вопросы к тексту;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не сложный вывод о 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понятия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«многозначное слово»; участвовать в коллективном обсужд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нии содержания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танного; рассказывать 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школьных переменах.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Б. Заходера.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Необходим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 соблдать правила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 во время школ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перемен.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48 – 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+ тетрадь с. 29 № 1,2,3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Частушки.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Ефимовский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«Школьные ча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тушки»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50 — 51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 произведением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Ефимовск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«Школьные частушки», с понятиями «частушка» и «юмор»;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общую тему частушек; сравнивать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находить в тексте многозна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 слова;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 учащихся, чувство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юмора;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жанру частушки, к творчеству Е. Ефимовского.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правильному,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элементарному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анализу содержания частушки;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тельному исполн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частушек;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думыванию част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шек на заданную тему; 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 частушки.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осуществлять 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отличител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ные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особенности част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шек; понимать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содержание частушек и правила их исполнения; находить признаки юмора в художестве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 произведении;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ределять авторский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мысел; отвечать на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просы к тексту; 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лировать несложный вывод 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яснять значение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понятий «частушка» и «юмор»; участвовать в коллективном обсужд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нии поставленной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блемы;придумывать частушки на школьную тему.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Ефимск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жанру ча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тушки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50 – 51 + тетрадь с. 30 № 4,5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Э. Мошковская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«Двойка в дне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нике».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Т. с. 30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5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 xml:space="preserve">• Познакомить учащихся с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произведением Э. Мошко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ской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«Двойка в дневнике»,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 репродукцией картины Ф. Решетникова «Опять двойка»;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ваться в художественный текст; определять эмоци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нальный строй стихотворения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; работать с содержанием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объяснять значение образных выражений; сопо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тавлять произведения разных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видов искусства;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Э. Мошковской;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отве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ственности за результаты уч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бы.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Научатся: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осоз-нанному чтению текста целыми словами; работе с содержанием произ-ведения;выделению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концевых созвучий стихотворных строк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рифмы; выразитель-ному чтению стихо-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творения; рассмат-риванию репродук-ции картины и со-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отнесению ее с про-читанн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ым; состав-лению рассказа на заданную тему;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заучиванию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стихотворения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принимать, понимать и решать учебные задачи урока, осуществлять контроль своих дествий.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 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жание текста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хужественно-го произведения;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навливать зависимость ритма от звуковых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второв; понимать роль интонации в передаче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смысла произведения; отвечать на вопросы к тексту; сопоставлять произведения разных видов искусства;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несложный вывод о 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держания прочитанного; рассказывать о своих школьных неудачах или трудностях.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Э. Мошков-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ление своих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поступков 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поступком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героя произ-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ответствен-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за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результаты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учебы.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  52 + тетрадь с. 31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Сербская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народная сказка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«Век живи – век учись».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54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 сербской народной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сказкой «Век живи – век учись»;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находить в тексте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 и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явном виде; понимать смысл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использо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ванных в тексте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разных выражений, пословиц;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определять главную мысль сказки; формулировать свое отношение к прочитанному; делать несложный вывод на основе прочитанного;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собности, речь;              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 • развивать интерес к сказкам народов мира.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вч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тыванию в текст и анализу содержания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сказки; составлению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характеристик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героев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разительному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сказки;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сказу сказки близко к тексту; понимнию прямого и перено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 смысла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виц; соотнесению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содержания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вицы с конкретной стороной жизни или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явления.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урока, осуществлять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контроль своих действий.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содержание прочитанной сказки;сос-тавлять характеристику главных героев;находить в тексте информацию, заданную в явном и неявном виде; ставить вопросы к тексту; опре-делять главную мысль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сравни-вать произведения раз-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жанров на одну тему; понимать прямой и переносный смысл пословиц; формулиро-вать вывод.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участвовать в парной работе по составлению характеристики главных героев; формулировать свое отношение к прочи-танному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пересказывать сказку близко к тексту.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сказкам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народов мира.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Пословицам.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54 + тетрадь с. 31 – 32  № 3,4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Внеклассное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Рассказы о школе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внеклассн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понравившегося произведения о школе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умение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читать книги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детской книгой, прогнозиро-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ее содержание по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нию,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отличать сборник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ведений разных авторов от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книги одного писателя; выб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рать из предложенных книг те,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которые соответствуют теме; составлять краткую аннот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 прочитанной книги;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сравнивать произведения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жанров на одну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 о школе;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ценностное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самостоятельному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выбору детской книги по теме урока;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самостоятельному чтению книг на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кра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кой аннотации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читанной книги.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решать учебные задачи урока, проверять себя и 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находить в библиотеке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книгу по заданной теме; ориентироваться в книге по названию разделов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оглавлению; готовить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выбранную кни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гу для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выставки книг в классе; отличать сборник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изведений разных авт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 от книги одного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сателя;сравнивать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разных жанров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 одну тему; делать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выводы по теме урока.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краткую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аннотацию прочитан-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ной книги с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опорой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 ее содержание 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иллюстративный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ценности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рассказам 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школе.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Обобщение по теме «У нас в школе».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обобщения и    систематизации.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Т. с. 36 № 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Обобщить и систематизир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знания учащихся по теме раз дела «У нас в школе»;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правильно называть художественные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 xml:space="preserve">произведения; узнавать их по предлагаемым отрывкам или по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вопросам к их содержанию; высказывать и обосновывать свое мнение о прочитанных произведениях и репродукц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ях картин;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мысль понравившегося произведения; восстанавл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по памяти определения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изученных литературных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позн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авательную активность;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в содержании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изученных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 по теме «У нас в школе»;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делению названия литературного про-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ориентирам; узнаванию худож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ственного 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екста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 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урока; проверять себя и самостоятельно оцени-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вать свои достижения.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соотносить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с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ленной учебной задачей; сравнивать событ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ия и героев изученных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изведений; разгадывать тематический крос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ворд;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групповом обсуждении 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проблемы, слушать ответы одноклассников;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контролировать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действия партн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и интерес к уроку лите-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чтения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Тетрадь с. 32-33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Сухомлинский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«Вьюга»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56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уровень сформированности читател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ских умений на примере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 с произведением В. Сух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млинского «Вьюга»;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осущест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самоконтроль; соотн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сить способ действия и его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результат; вносить необход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мые коррективы в план и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 действия;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увере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в своих знаниях.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проверять свои умения и знания по изучен-ной теме;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художествен-ный текст в задан-ном темпе и на заданное 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свою деятельность на основе осознаваемых целей; предвосхищать проме-жуточные и конечные результаты своих дейст-вий; проверять себя и самостоятельно оцени-вать свои достижения; вносить необходимые коррективы в план и способ 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Чувство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   уверенности в своих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56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-Bold" w:hAnsi="NewtonC-Bold" w:cs="NewtonC-Bold"/>
                <w:b/>
                <w:bCs/>
                <w:i/>
                <w:iCs/>
                <w:kern w:val="0"/>
                <w:sz w:val="20"/>
                <w:szCs w:val="20"/>
              </w:rPr>
              <w:t>Семейное чт</w:t>
            </w:r>
            <w:r>
              <w:rPr>
                <w:rFonts w:ascii="NewtonC-Bold" w:hAnsi="NewtonC-Bold" w:cs="NewtonC-Bold"/>
                <w:b/>
                <w:bCs/>
                <w:i/>
                <w:iCs/>
                <w:kern w:val="0"/>
                <w:sz w:val="20"/>
                <w:szCs w:val="20"/>
              </w:rPr>
              <w:t>е</w:t>
            </w:r>
            <w:r>
              <w:rPr>
                <w:rFonts w:ascii="NewtonC-Bold" w:hAnsi="NewtonC-Bold" w:cs="NewtonC-Bold"/>
                <w:b/>
                <w:bCs/>
                <w:i/>
                <w:iCs/>
                <w:kern w:val="0"/>
                <w:sz w:val="20"/>
                <w:szCs w:val="20"/>
              </w:rPr>
              <w:t>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Н. Носов «Фед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на задача».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57 - 61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правильно называть художественные произведения; узнавать их по предлагаемым отрывкам или по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вопросам к их содержанию; высказывать и обосновывать свое мнение о прочитанных произведениях и иллюстрац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ях к ним; восстанавливать по памяти определения изуче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литературных понятий;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• развивать познавательную актиность;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 к урокам литер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Научатся: выбору детской книги по теме урока; самостоятельно-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чтению книг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заданную тему;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составлению краткой аннотации прочитанной книги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урока; проверять себя и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оцени-вать свои достижения.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соотносить содержание произведения с постав-ленной учебной задачей; сравнивать события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героев изученных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произ-ведений; разгадывать тематический крос-сворд; собирать из смыс-ловых частей пословицу по заданной 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еме.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групповом обсуждении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поставлен-ной проблемы, слушать ответы одноклассников;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оцени-вать действия партнера.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рассказам 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школе.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57 - 61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1559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 нас дома</w:t>
            </w:r>
          </w:p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(24ч)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7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«У нас дома».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Пословицы о    семье.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Вводный урок.</w:t>
            </w:r>
          </w:p>
        </w:tc>
        <w:tc>
          <w:tcPr>
            <w:tcW w:w="10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63</w:t>
            </w:r>
          </w:p>
        </w:tc>
        <w:tc>
          <w:tcPr>
            <w:tcW w:w="28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темой нового раздела «У нас дома», с пословицами о семье;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умение: работать со шмуцтитулом книги; раз-гадывать ребусы; объяснять пословицы; подбирать обо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щающее слово; определять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общее значение однокоренных слов;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 подб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рать пословицы по заданной теме;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собности, речь;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положительное отношение к уроку литерату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 чтения.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в новом разделе учебника; работе со шмуцтитулом кн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ги; использованию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прикнижного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варя; чтению цел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словами и объясн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смысла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 по теме урока;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рас-сказа по заданной теме; соотнесению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содержания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вицы с конкретной стороной жизни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или явления.</w:t>
            </w:r>
          </w:p>
        </w:tc>
        <w:tc>
          <w:tcPr>
            <w:tcW w:w="2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ть учебные задачи урока, выполнять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свои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действия по заданному образцу.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раздела книги;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рассматривать шмуцт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тул книги; ориентир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ваться в учебной книге по условным обоз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ниям; находить необх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димую информацию; понимать смысл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сравнивать пословицы и определять их общие признаки; разгадывать ребусы по теме урока; 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«однокоренн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ые слова» и «синонимы»; слушать ответы одно-классников; рассказ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вать о своей семье.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уроку литературн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чтения.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значения се-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мьи в жиз-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 каждого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человека.</w:t>
            </w:r>
          </w:p>
        </w:tc>
        <w:tc>
          <w:tcPr>
            <w:tcW w:w="236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63 + тетрадь с. 37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Народные         колыбельные песни.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64 - 65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Познакомить учащихся с понятием «колыбельная песня», с особен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ностями это-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 жанра;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определять эмоциональный строй колыбельной песни; со-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ставлять развернутый ответ на заданную тему;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речь, память, познава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тельную активность учащихся;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интерес к народным колыбельным песням;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любовь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матери.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правильному,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работе с содержани-ем колыбельной песни; 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колыбельной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песни;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заучиванию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колыбельной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песни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осуществлять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контроль своих дествий. 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 xml:space="preserve">Познавательные:       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колыбельной песни;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отвечать на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вопросы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тексту; определять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отличительные особе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колыбельной пе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ни; формулировать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сложный вывод о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по обсуждению прочитанного;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ние и формулировать свое отношение 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колыбельным песням.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Матери.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64 – 65  + тетрадь с. 38 №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Украинская      колыбельная         песня «Ой, ходит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Сон…».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Таджикская      колыбельная пе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 «Внучек».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66 - 68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Познакомить учащихся с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родными колыбельными пес-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нями, с репродукцией картины А. Куинджи «Вечер на Укра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отвечать на вопросы к тексту;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чувства героев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формулировать на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нове прочитанного несложный вывод; определять значение слов, проверять себя по 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ковому словарю; определять главную мысль произведения; сравнивать колыбель-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ные песни разных народов; сопоставлять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разных видов искусства;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творческое воо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ражение;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колбел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песням разных народов;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любовь к мтери.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колыбельной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песни;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исполнению кол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бельной песни;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 кол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бельной песни 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зусть; рассматрив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репродукции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картины и соотн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сению ее с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танным текстом.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Регулятивные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        принимать, понимать и решать учебные задачи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 осуществлять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своих действий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Познавательные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       понимать содержание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прочитанного произве-дения; отвечать на воп-росы к тексту; опреде-лять отличительные особенности колыбель-ной песни; сравнивать колыбельные песни разных народов; сопос-тавлять произведения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разных видов искус-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ства; формулировать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несложный вывод 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прочитанном.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значение по-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нятия «народная колы-бельная песня»;участ-вовать в парной работе по обсуждению содер-жания прочитанного.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    колыбельным песням       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азных нар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дов.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к     матери.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66 – 68  + тетрадь с. 38 № 2,3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колыбельные песни. А. Майков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«Колыбельна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песня».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69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Познакомить учащихся с прои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зведением А. Майкова «Колыбельная песня», с поня-тием «авторская колыбельная песня»;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отвечать на вопросы по содержанию произведения; определять чувства гер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оев и эмоциональ-ный строй колыбельной песни; объяснять название произведе-ния; формулировать на основе прочитанного несложный вывод;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интерес к колыбел-ьным песням, к творчеству А. Майкова;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любовь к матери.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правильн-ому,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осознанному чтению текста 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работе с содержани-ем колыбельной песни; выразитель-ному исполнению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колыбельной песни;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заучиванию колы-бельной песни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решать учебные задачи урока, осуществлять 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своих действий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прочитанного произве-дения; отвечать на воп-росы к тексту; опреде-лять отличительные особенности колыбель-ной песни; сравнивать народные и авторские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колыбельные песни;фор-мулировать несложный вывод о проч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итанном.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значение понятия «авторская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колыбельная песня»; участвовать в парной работе по обсуждению содержания прочитан-ного; формулировать свое отношение к прочи-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танному.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Майкова.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    колыбельны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 песням.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к     матери.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69 + тетрадь с.39 № 4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колыбельные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песни. А. Блок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«Колыбельная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песня».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Некрасова «Колыбельная моему сыну»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У. с. 69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-70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произведениями А. Блока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«Колыбельная песня», К. Нек-расовой «Колыбельная моему сыну»;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знания о колыбельных песнях;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умения: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авторский замысел, тему произведения; формулировать на основе прочитанного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сложный вывод;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колыбельным песням,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творчеству А. Блока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К. Некрасовой;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любовь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матери.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колыбельной песни;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исполнению кол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бельной песни;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колыбельной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песни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 осуществлять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своих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содержание прочитанного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художест-венного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определять отличитель-ные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особенности колы-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бельной песни; сопста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лять народные и авторс-кие колыбельные песни;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формулировать несло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ный вывод о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ном. 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>Коммуникат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u w:val="single"/>
              </w:rPr>
              <w:t>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авторское отношение и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 прочитанному.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Блока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Некрасо-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колыбель-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песням. Любовь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матери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69 – 70  + тетрадь с. 40 № 5,6,7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Авторские        колыбельные песни.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И. Токмакова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«Усни трава».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Благинина «Ты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зачем, плакун-трава…».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71 - 72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произведениями И. Токмак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вой «Усни-трава», Е. Благин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«Ты зачем, плакун-трава…»;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знания о колыбельных песнях;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умения: отвечать на вопросы к тексту;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авторский замысел, тему произведения; формулировать на основе прочитанного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сложный вывод; объяснять значение слов, подбирать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нонимы;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интерес 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бельным песням, к творчеству И. Токмаковой, Е. Благинной;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любовь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матери.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колыбельной песни;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выразительному исполнению 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бельной песни;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 кол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бельной песни 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 осуществлять контроль своих действий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прочитанного художест-венного произведения; находить в тексте факти-ческую информацию,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заданную в явном виде;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и сравнивать выразительные средст-вах стихотворений; отвечать на вопросы к тексту; определять отли-чи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тельные особенности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колыбельной песни;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сопоставлять народные и авторские колыбел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песни;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вать несложный вывод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«народная кол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бельная песня» и «а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торская колыбельная песня»;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торское отношение и формулировать свое отношение к прочит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И. Токмаквой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Благинной.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Интерес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колыбельным песням.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матери.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71 – 72 + тетрадь с. 41 № 8,9,10,11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Виеру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«Мамин день».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 чтения и анализа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73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Познакомить учащихся со стихотворением Г. Виеру «Ма-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 день»;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 и выразительо;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отвечать на вопросы к тексту; находить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тексте требуемую информа-цию; устанавливать связь между названием произведе-ния и его содержанием; делать на основе прочитанного не-сложные выводы; определять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авторское отношение и форму-лировать свое отношение к прочитанному;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подбирать однокоренные слова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Г. Виеру;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любовь и ув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жение к матери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Научатся: правиль-ному, осознанному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текста 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составлению харак-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теристики героя 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определению глав-ной мысли текста;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рассматриванию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иллюстрации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сопоставлению ее с содержанием 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выделению конце-вых созвучий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стихотворных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строк и определе-нию рифмы;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стихотвор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принимать, понимать и решать учебные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осуществлять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дествий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 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прочитанного произведения;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авторский замысел;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характеризовать героя произведения; устана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ливать зависимость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 от звуковых повт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ров; видеть связь между ритмом и смыслом;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нимать роль интонации в передаче смысла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отвечать на вопросы к тексту;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произведения разных жанров на одну тему;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понятия «однокоренные слова»; участвовать в учебном диалоге;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делять авторское 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шение и формулировать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свое отношение 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прочитанному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Виеру.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матери.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 73  + тетрадь с.43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42.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Белорусская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«Старый отец».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73 - 75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Познакомить учащихся с белорусской народной с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казкой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«Старый отец», с репродукц-ией картины В. Бакшеева «Жатва»;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совершенствовать умение читать текст целыми словами;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осознанно и выразительно;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развивать умения: ставить вопросы к тексту; находить в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тексте информацию, заданную в явном виде; понимать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смысл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использованных</w:t>
            </w:r>
            <w:r>
              <w:rPr>
                <w:rFonts w:eastAsia="Calibri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 тексте образных выражений; характе-ризовать поступки и чувства героев, определять динамику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развития характера героя, подтверждать свою точку зрения выдержками из текста; определять главную мысль произведения; сопоставлять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произведения разных видов искусства;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развивать интерес к сказкам разных народов;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воспитывать любовь и уваже-ние к старшим членам семьи.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Научатся:правильно-му, осознанному,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выразительному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чтению текста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целыми словами;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вчитыванию в текст и работе с содер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жа-нием сказки; состав-лению характерис-тики главных геро-ев;определению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главной мысли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произведения;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пониманию прямого и переносного смысла пословиц;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соотнесению содер-жания пословицы с конкретной сторо-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ной жизни или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явления; рассматри-ванию репродукции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артины и соотнесе-нию ее с содержа-нием сказки;пере-сказу эпизода сказки близко к тексту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.</w:t>
            </w:r>
            <w:r>
              <w:rPr>
                <w:rFonts w:ascii="Times New Roman" w:eastAsia="Times New Roman" w:hAnsi="Times New Roman" w:cs="Times New Roman"/>
                <w:i/>
                <w:sz w:val="20"/>
                <w:u w:val="single"/>
                <w:lang w:eastAsia="ru-RU"/>
              </w:rPr>
              <w:t xml:space="preserve"> Регулятивные: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принимать, понимать и решать учебные задачи урока, осуществлять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своих действий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u w:val="single"/>
                <w:lang w:eastAsia="ru-RU"/>
              </w:rPr>
              <w:t>Познавательные:</w:t>
            </w:r>
            <w:r>
              <w:rPr>
                <w:rFonts w:eastAsia="Times New Roman" w:cs="Times New Roman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понимать содержание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прочитанной сказки;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соста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влять характерис-тику главных героев произведения; ставить вопросы к тексту; опре-делять главную мысль произведения; понимать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прямой и переносный смысл пословиц; срав-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нивать произведения разных жанров на одну тему; сопоставлять произведения разных видов ис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кусства; формулировать вывод.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u w:val="single"/>
                <w:lang w:eastAsia="ru-RU"/>
              </w:rPr>
              <w:t>Коммуниктивные: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объяснять значение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понятий «народная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сказка» и «эпизод»;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участвовать в парной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работе по составлению характеристики главных героев; пересказывать близко к тексту понра-вившийся эпизод сказки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сказкам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разных на-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родов.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старшим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членам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мьи.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73 – 75 + тетрадь с. 44 - 45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Лебедева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«Мой папа».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Разумневич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«Записи в старой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тетради».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76 - 79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• Познакомить учащихся с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произведениями Г. Лебедевой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«Мой папа», В. Разумневича «Записи в старой тетради»;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совершенствовать умение читать текст целыми словами, осознанно и выразительно;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развивать умения: характери-зовать главного героя, опираясь на авторский текст;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главную мысль произведения; сравнивать произведения разных жанров;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объяснять общее значение однокоренных слов;                    • воспитывать уважение к истории своей страны, подвигу защитников Отечества;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любовь к отцу.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Научатся: правиль-ному,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осознанному и выразительному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чтению текста целыми словами;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вчитыванию в текст и работе с содержа-нием стихотворения и рассказа; состав-лению характерис-тики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главного героя произведения; опре-делению главной мысли произведе-ния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выделению концевых созвучий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тихотворных строк</w:t>
            </w:r>
            <w:r>
              <w:rPr>
                <w:rFonts w:ascii="NewtonC" w:eastAsia="NewtonC" w:hAnsi="NewtonC" w:cs="NewtonC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</w:t>
            </w:r>
            <w:r>
              <w:rPr>
                <w:rFonts w:ascii="NewtonC" w:eastAsia="NewtonC" w:hAnsi="NewtonC" w:cs="NewtonC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определению</w:t>
            </w:r>
            <w:r>
              <w:rPr>
                <w:rFonts w:ascii="NewtonC" w:eastAsia="NewtonC" w:hAnsi="NewtonC" w:cs="NewtonC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рифмы</w:t>
            </w:r>
            <w:r>
              <w:rPr>
                <w:rFonts w:ascii="NewtonC" w:eastAsia="NewtonC" w:hAnsi="NewtonC" w:cs="NewtonC"/>
                <w:sz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пересказу эпизода рассказа</w:t>
            </w:r>
            <w:r>
              <w:rPr>
                <w:rFonts w:ascii="NewtonC" w:eastAsia="NewtonC" w:hAnsi="NewtonC" w:cs="NewtonC"/>
                <w:sz w:val="20"/>
                <w:lang w:eastAsia="ru-RU"/>
              </w:rPr>
              <w:t>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0"/>
                <w:u w:val="single"/>
                <w:lang w:eastAsia="ru-RU"/>
              </w:rPr>
              <w:t>Регулятивные: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принимать, понимать и решать учебные задачи урока, осуществлять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контроль своих действий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0"/>
                <w:u w:val="single"/>
                <w:lang w:eastAsia="ru-RU"/>
              </w:rPr>
              <w:t>Познавательные: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прогнозировать содер-жание текста по его заголовку; понимать содержание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художес-твенного произведения; определять авторский замысел, главную мысль произведения; характе-ризовать героя произве-дения; устанавливать зависимость ритма от звуковых повторов; ви-деть связь между рит-мом и смыслом;</w:t>
            </w:r>
            <w:r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сравни-вать произведения разных жан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ров на одну тему; на основе прочи-танного делать вывод.</w:t>
            </w:r>
          </w:p>
          <w:p w:rsidR="000D6C31" w:rsidRDefault="00BA52E3">
            <w:pPr>
              <w:overflowPunct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0"/>
                <w:u w:val="single"/>
                <w:lang w:eastAsia="ru-RU"/>
              </w:rPr>
              <w:t xml:space="preserve">Коммуниктивные: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объяснять значение понятий «однокоренные слова» и «эпизод»; слу-шать друг друга; догова-риваться друг с другом;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формулировать свое отношение к прочитан-ному; пересказывать близко к тек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сту понра-вившийся эпизод рассказа.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Любовь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отцу.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истории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своей страны, подвигу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защитников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Отечества.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76 – 79 + тетрадь с. 45- 46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Благинина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«Бабушка-забота».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79 - 80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Е. Благин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«Баб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ушка-забота»;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 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понимать и объяснять заглавие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дения, соотносить его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держанием; характеризовать главных героев произведения; выявлять авторское 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героям; сравнивать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изведе-ния разных жанров на одну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Е. Благининой;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уважение к 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бушке, к людям старшего по-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коления.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правиль-ному,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лыми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словами; вч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тыванию в текст и 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составлению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теристики героя произведения;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ределению главной мысли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рассматрив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иллюстрации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сопоставлению ее с содержанием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ста; выделению концевых созвучий стихотв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орных строк и определению риф-мы; составлению рассказа на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жание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текста 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художестве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 произведения;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рактеризовать героя про-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устанавл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зависимость ритма от звуковых повторов; видеть связь между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мом и смыслом; отв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чать на вопросы к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сту; сравнивать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 разных жанров на одну тему; на основе прочитанного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нятия «диалог»; учас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вовать в учебном диал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ге; определять авторское отношение к героине; составлять рассказ о своей бабушке.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Бла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бабушке.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людям 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шего покол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79 – 80  + тетрадь с. 46 № 1+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Э. Мошковская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«Дедушка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мальчик».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80- 81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Познакомить учащихся со стихотворением Э. Мошков-ской «Дедушка и мальчик»;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ия: объяснять заглавие произведения, соот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носить его с содержанием; характеризовать главных героев произведения; выявлять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авторское отношение к героям; подбирать однокоренные слова, составлять с ними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предложения;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•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звивать интерес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творчеству Э. Мошковской;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уважение к людям старшего поколения.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правиль-ному,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вч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тыванию в текст и 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ем стихотворения;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составлению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стики героя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мысли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рассматрива-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иллюстрации и сопоставлению ее с текстом; выделению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концевых созвучий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 рифмы;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рассказа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ия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 осуществлять контроль своих дествий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 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головку;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художестве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 произведения;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рактеризовать героя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устанавл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зависимость ритма от звуковых повторов; отвечать на вопросы к тексту;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делать вывод.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слушать друг друга; 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говариваться друг с др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гом; 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ское отношение к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ному герою;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рассказ о своем деду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Э. Мошк-ской.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дедушке.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людям 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шего покол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80 – 81 + тетрадь с. 47 № 2, 3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Лебедева «Счастливое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гнездо».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82 - 83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 xml:space="preserve"> Познакомить учащихся с произведением Г. Лебедевой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NewtonC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«Счастливое гнездо»;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NewtonC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NewtonC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• развивать умения: отвечать на вопросы к тексту; находить в тексте информацию, задан-ную в явном виде; понимать смысл использованных в те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сте образных выражений;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определять авторское отнош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ние и формулировать свое отношение к про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читанному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произведению; делать н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сложный вывод на основе про-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NewtonC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читанного;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ству Г. Лебедевой;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• воспитывать любовь и ув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NewtonC"/>
                <w:kern w:val="0"/>
                <w:sz w:val="20"/>
                <w:szCs w:val="20"/>
              </w:rPr>
              <w:t>жение к членам своей семьи.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Научатся:правильн-ому, осознанному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вчитыванию в текст и работе с содержа-нием стихотворения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определению глав-ной мысли произве-дения; рассматрива-нию иллюстрации к тексту и сопостав-лению ее с содер-жанием произведе-ния; выделению концевых созвучий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стихотворных строк и определению рифмы; за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осуществлять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держание прочитанного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находить в тексте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информацию, заданную в явном виде; характеризовать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героя произведения;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придум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заголовок к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ведению;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отвечать на вопросы к тексту; на основе прочитанного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поставленной проблемы; слушать ответы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классников; определять авторское отношение и формулировать свое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отношение к прочит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Лебедевой.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внимание,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членам своей семьи.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семьи в жи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каждого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человека.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82 - 83 + тетрадь с. 48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           «Хаврошечка».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знакомства 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произведением.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83 -86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Познакомить учащихся с русской народной сказкой «Хаврошечка»;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знания о народных сказках;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слушать художественное произведение, читать текст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целыми словами, осознанно и выразительно;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работать с содержанием сказки; опреде-лять отличительные особен-ности наро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дной сказки; делить сказку на смысловые части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пересказывать произведение по частям;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интерес к народным сказкам;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чувство состра-дания к людям, выросшим без матери.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слуш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 правильному, осознанному,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зительному чте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текста целыми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вами; определению отличительных 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бенностей народной сказки; вчитыванию в текст и работе с содержанием сказ-ки; составлению ха-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рактеристики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героев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выб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рочному пересказу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кста.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 урока,осуществлять кон-троль своих действий.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художественное произ-ведение; понимать содержание прочитан-ной сказки; составлять характеристику главных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героев; выявлять основ-ные типы персонажей сказки и устанавливать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между ними и ходом событий; выде-лять в сказке повто-ряющуюся последова-тельность событий; де-лить текст на смысловые части; определять глав-ную мысль произведе-ния;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 определять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отличи-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тельные особенности народной сказки;сравни-вать произведения раз-ных жанров на одну тему; 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«народная сказка» и «эпизод»; участвовать в парной работе по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стики главных герое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выборочно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сказывать сказку.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 со-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страдания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людям, вы-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росшим без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матери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83 – 86 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сказка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«Хаврошечка».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Т. с. 49 № 1, 2, 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Познакомить учащихся с русской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народной сказкой «Хаврошечка»;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совершенствовать знания о народных сказках;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слушать художественное произведение, читать текст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целыми словами, осознанно и выразительно;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работать с содержанием сказки; опреде-лят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 отличительные особен-ности народной сказки; делить сказку на смысловые части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пересказывать произведение по частям;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интерес к народным сказкам;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чувство состра-дания к людям, выросшим без матери.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слуш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 правильному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, осознанному,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зительному чтению текста целыми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вами; определению отличительных 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бенностей народной сказки; вчитыванию в текст и работе с содержанием сказ-ки; составлению ха-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рактеристики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героев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главной мысли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выборочному пересказу текста..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принимать, понимать и решать учебные задачи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урока,осуществлять кон-троль своих действий.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на слух художественное произ-ведение; понимать содержание прочитан-ной сказки;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характеристику главных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героев; выявлять основ-ные типы персонажей сказки и устанавливать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между ними и ходом событий; выде-лять в сказке повто-ряющуюся последова-тельность событий; де-лить текст на смысловые части; определять глав-ную мысль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произведе-ния;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 определять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отличи-тельные особенности народной сказки;сравни-вать произведения раз-ных жанров на одну тему; 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«народная сказка» и «эпизод»; участвовать в парной работе по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стики главных героев;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к прочитанному; выборочно пересказывать сказку.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Чувство со-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страдания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людям, вы-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росшим без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матери.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83 - 86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И Я. Гримм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«Горшочек 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ши».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знакомства с литературным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произведением.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86 - 88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сказкой В. и Я. Гримм «Го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шочек каши»;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овать знания о народной и авторской сказке;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слушать художественное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изведение; читать текст цел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словами, осознанно и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сказки; отличать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авторскую сказку от народной;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делить сказку на смысловые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части и пересказывать текст по частям; анализировать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ступки и характер героев;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братьев Гримм;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благ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дарности за сделанное добро.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ределению отлич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тельных особенн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стей авторской сказки; вчитыванию в текст и работе с содержанием 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ки; составлению характеристики главных героев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ния;определению 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по ролям;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выборочному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пересказу текста.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урока, осуществлять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своих действий.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воспринимать на слух художественное произ-ведение;понимать содер-жание прочитанной сказки; составлять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характеристику главных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героев произведения; находить в тексте факти-ческую информацию, заданную в явном и неявном виде; выявлять основные типы персо-нажей сказки и устанав-ливать связь между ними и ходом событий; делить текст сказки на смысловые части;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еделять главную мысль произведения; отличать авторскую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сказку от народной;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«народная сказка» и «авторская сказка»; участвовать в парной работе по составлению характеристики главных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героев; оп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торское отношение к героям; выборочно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ресказывать сказку.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и Я. Гримм.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 бла-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годарности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 сделанное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добро.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86 -88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И Я. Гримм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«Горшочек 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ши».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51 № 2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• Познакомить учащихся со сказкой В. и Я. Гримм «Го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шочек каш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знания о народной и авторской сказке;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слушать художественное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изведение; читать текст цел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словами, осознанно и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сказки; отличать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авторскую сказку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от народной;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делить сказку на смысловые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части и пересказывать текст по частям; анализировать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ступки и характер героев;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братьев Гримм;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благ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дарности за сделанное добро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ному,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ределению отлич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тельных особенн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стей авторской сказки; вчитыванию в текст и работе с содержанием 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ки; составлению характеристики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главных героев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ния;определению 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по ролям;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выборочному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пересказу текста.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принимать, понимать и решать учебные задачи урока, осуществлять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своих действий.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на слух художественное произ-ведение;понимать содер-жание прочитанной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сказки; составлять характеристику главных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героев произведения; находить в тексте факти-ческую информацию, заданную в явном и неявном виде; выявлять основные типы персо-нажей сказки и устанав-ливать связь между ними и ходом событий; делить текст сказки на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мысловые части; определять главную мысль произведения; отличать авторскую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сказку от народной;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«народная сказка» и «авторская сказка»; участвовать в парной работе по составлению характеристики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главных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героев; определять авторское отношение к героям; выборочно пересказывать сказку.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и Я. Гримм.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 бла-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годарности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 сделанное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добро.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86 – 88 + тетрадь с. 50 №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народная сказка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«Мальчик с паль-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чик».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слушания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89 - 91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русской народной сказкой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«Мальчик с пальчик», с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тием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«ключевое (опорное)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слово»;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• совершенствовать умение слушать художественное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произведение; читать текст целыми словами, 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сказки; находить главную мысль 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нии; на основе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ого делать несложный вывод;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нимать смысл использованных в тексте образных выражений; подбирать ключевые слова для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характеристики героя;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лять авторское отношение и формулировать свое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прочитанному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дению; объяснять значение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устаревш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их слов с помощью Толкового словаря;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русским народным сказкам.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слуш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 правильному,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осознанному,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зительному чтению текста целыми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вчитыванию в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 и работе с содержанием сказки; составлению характеристики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главных героев 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по ролям;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выборочному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Регулятивные:   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учебные задачи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осуществлять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гнозировать содержание текста по его заголовку;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воспринимать на слух художественное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ведение;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прочитанной сказки; составлять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рактеристику главных героев произведения; выявлять основные типы персонажей сказки и устанавливать свя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жду ними и ходом соб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тий;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делить текст сказки на смысловые части; определять главную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произведения; отличать народную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сказку от авторской;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сопоставлять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жанров на одну тему;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яснять значе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понятия «ключевое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(опорное) слово»;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торское отношение и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выборочно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сказывать текст.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и Я. Гримм.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 бл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годарности за сделанное добро.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89 – 91 + 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традь с. 52 № 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   народная сказка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«Мальчик с паль-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чик».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52 № 2, 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. • Познакомить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учащихся с русской народной сказкой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«Мальчик с пальчик», с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тием «ключевое (опорное)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слово»;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• совершенствовать умение слушать художественное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произведение; читать текст целыми словами, 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 сказки; находить главную мысль 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нии; на основе прочитанного делать несложный вывод;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нимать смысл использованных в тексте образных выражений; подбирать ключевые слова для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характеристики героя;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авторское отношение и формулировать сво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прочитанному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дению; объяснять значение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устаревших слов с помощью Толкового словаря;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русским народным сказкам.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            слушанию 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вильному, осозна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выразител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чтению текста целыми словами;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вчитыванию в текст и работе с содерж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нием сказки;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характ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ристики главных героев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определению 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чтению по ролям; выборо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пересказу.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Регулятивные: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учебные задачи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существлять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гнозировать содержание текста по его заголовку;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воспринимать на слух художественное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ведение;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прочитанной сказки; составлять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рактеристику главных героев произведения; выявлят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основные типы персонажей сказки и устанавливать связь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жду ними и ходом соб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тий;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делить текст сказки на смысловые части; определять главную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произведения; отличать народную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сказку от авторской;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сопоставлять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ния разных жанров на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 xml:space="preserve">одну тему;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яснять значение понятия «ключевое (опорное) слово»;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торское отношение и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выборочно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сказывать текст.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и Я. Гримм.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Чувство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благодарности за сделанное добро.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89 – 91 + тетрадь с. 53 № 3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Н. Носов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«Живая шляпа».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слушания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92 - 94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рассказом Н. Носова «Живая шляпа»;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слушать художествен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изведение; читать текс целыми словами, осознанно и вырази-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вчитваться в художественный текст;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ботать с содержанием расск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отличать рассказ от других жанров литературы; читать по ролям; характеризовать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ных героев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их поступки; делать вывод на основе анал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собности, чувство юмора;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Н. Носова.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 правиль-ному, осознанному и 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текста 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вчитыванию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 и работе с содержа-нием 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составлению харак-теристики главных героев произведе-ния;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по ролям;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пересказу текста по заданному 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осуществлять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 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воспринимать на слух художествен-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произведение;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нимать содержание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текста;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ставлять характеристику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главных героев;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оценивать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поступки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героя с учетом мотивов и обстоятельств; восста-навливать последов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тельность событий, оп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санных в рассказе;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вить вопросы к тексту;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главную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произведения, отличительные особе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юмористического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«юмористический рассказ», «персонаж» и «диалог»; определять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авторское отношение и формулировать свое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пересказывать текст по заданному пл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Н. Носова.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юмора.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92 - 94 + тетрадь с. 54 № 1 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Н. Носов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«Живая шляпа».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55 № 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рассказом Н. Носова «Живая шляпа»;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нствовать умение слушать художественное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изведение; читать текс целыми словами, осознанно и вырази-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вчитваться в художественный текст;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ботать с содержанием расск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отличать рассказ от других жанров литературы; читать по 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лям; характеризовать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героев и их поступки; делать вывод на основе анал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собности, чувство юмора;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творчеству Н. Носова.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 правиль-ному, осознанному и 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текста 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вчитыванию в текст и работе с содержа-нием 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составлению харак-теристики главных героев произведе-ния;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по ролям;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пересказу текста по заданному 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осуществлять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 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воспринимать на слух художествен-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произведение;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нимать содержание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текста;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ставлять характе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ристику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главных героев;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оценивать поступки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героя с учетом мотивов и обстоятельств; восста-навливать последов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тельность событий, оп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санных в рассказе;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вить вопросы к тексту;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главную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произведения, отличительные особе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юмористического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«юмористический рассказ», «персонаж» и «диалог»; определять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авторское отношение и формулировать свое отношение к прочитанному; пересказывать текст по заданному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Н. Носова.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юмора.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92 – 94 + тетрадь с. 54 № 2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Внеклассное   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Рассказы о семье.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                внеклассного 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 о семье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Формировать умение само-стоятельно читать книги на за-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данную тему;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• развивать умения: работать с детской книгой, прогнозиро-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вать ее содержание по назва-нию, ориентироваться в ней по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оглавлению; отличать сборник произведений разных авто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 от книги одного писателя; выбирать из предложенных книг те, которые соответству-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ют теме; составлять краткую аннотацию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прочитанной книги;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 о семье;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ценностное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самостоятельному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выбору детской книги по теме урока;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самостоятельному чтению книг на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краткой аннотации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танной книги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 xml:space="preserve">Регулятивные: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принимать, понимать и решать учебные задачи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урока,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проверять себя 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ходить в библиотеке книгу по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заданной теме;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ориентироваться в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книге по иллюстрациям и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лавлению;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готовить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бранную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книгу для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ставки книг по теме урока; отличать сборник произведений разных авторов от книги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ого писателя; сравнивать произведения разных жанров на одну тему; делать выводы по теме урока.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ставлять краткую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тацию прочитанной кн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 с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опорой на ее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и иллюстрати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Понимание ценности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тельного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рассказам о семье.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1691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теме «У нас дома».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обобщения и систематиз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 . с. 56 № 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Обобщить и систематизиро-вать знания учащихся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 «У нас дома»;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правильно называть художественные про-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изведения; узнавать их по предлагаемым отрывкам или по вопросам; высказывать и обосновывать свое мнение о прочитанных произведениях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репродукциях картин; восстанавлив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ать по памяти определения изученных литературных понятий;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познавательную активность;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любовь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в содержании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изученных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 по теме «У нас дома»;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названия произве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по заданным орие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трам; узнаванию художественного произведения по 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урока; проверять себя и 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соотносить содержание произведения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ленной учебной задачей;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сравнивать события и героев изученных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изведений; разгадывать тематический крос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ворд;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групповом обсуждении 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проблемы, слуша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ответы одноклассников; контролировать и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действия партн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и интерес к уроку лите-ратурного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95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 Толстой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«Мать и дочь».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96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Контролировать уровень форсированности читател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ских умений на примере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 с произведением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Л. Толстого «Мать и 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очь»;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осущест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самоконтроль; соотн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сить способ действия и его результат; вносить необход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мые коррективы в план и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 действия;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увере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в своих знаниях.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  проверять свои умения и знания по изуче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нной теме; читать художественный текст в заданном темпе и на заданное 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урока; планировать свою 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тельность на основе осознаваемых целей; предвосхищать пром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жуточные и конечные результаты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вий; проверять себя и 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достижения; вносить необходимые коррективы в план и способ 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     уверенности в своих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96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Резервный урок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(занятие вн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классным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или литер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турный праз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ник).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97 - 102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выбору детской книги по теме урока;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самостоятельному чтению книг на заданную тему; составлению краткой аннотации прочитанной книги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урока; проверять себя и 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соотносить содержание произведения с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ленной учебной задачей;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сравнивать события и героев изученных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й; разгадывать тематический крос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ворд;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участвовать в групповом обсуждении поставленной проблемы, слушать ответы одноклассников; контролировать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оценивать действия партнера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97 – 102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Семейное чтение.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Драгунский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«Арбузный переулок»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Интерес к слушанию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произвед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1559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Наша природа</w:t>
            </w:r>
          </w:p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(18ч)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7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«Наша природа».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Загадки и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вицы о природе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Вводный урок.</w:t>
            </w:r>
          </w:p>
        </w:tc>
        <w:tc>
          <w:tcPr>
            <w:tcW w:w="10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3 № 1, 2</w:t>
            </w:r>
          </w:p>
        </w:tc>
        <w:tc>
          <w:tcPr>
            <w:tcW w:w="28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 содержанием второй части учебника, введением,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оглавл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нием, с темой нового раздела «Наша природа», с загадками и пословицами о природе;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со шмуцтитулом книги; отг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дывать ребусы, загад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ки; 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яснять послови цы; делить послови цы на тематические группы; подбирать загадки на заданную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вицам и загадкам о природе;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• воспитывать положительное отношение к уроку литерату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1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в новом разделе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учебника; работе со шмуцтитулом кн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ги; использованию прикнижного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словаря; чтению целыми словами и объяснению смысла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пословиц по теме урока; составлению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теме; соотнес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содержания по-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цы с конкре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стороной жизни или явления.</w:t>
            </w:r>
          </w:p>
        </w:tc>
        <w:tc>
          <w:tcPr>
            <w:tcW w:w="23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 выполнять и 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тролировать свои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вия по заданному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образцу.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раздела;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ривать шмуцтитул;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ентироваться в учебной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книге по условным 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значениям; находить необходимую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цию; понимать знач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ние, сравнивать и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делять общие признаки пословиц; разгадывать ребусы и загадки по 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ме урока;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прочитанного произведения; отвеча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ть на вопросы к тексту.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ставленной проблемы, слушать ответы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классников; рассказ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о природе родного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края.</w:t>
            </w:r>
          </w:p>
        </w:tc>
        <w:tc>
          <w:tcPr>
            <w:tcW w:w="14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пословицам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загадкам 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природе.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уроку литературн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чтения.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природы 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жизни кажд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челвека.</w:t>
            </w:r>
          </w:p>
        </w:tc>
        <w:tc>
          <w:tcPr>
            <w:tcW w:w="236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5 – 6 + тетрадь с. 4 № 3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 народная сказка «Лиса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Волк».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слушания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6 - 9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русской народной сказкой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«Лиса и Волк» и с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цией к ней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Рачева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совершенствовать знания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детей о жанре сказки; 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знание о том, что фольклор есть выражение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щечеловеческих нравственных правил;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слушать художественное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изведение; читать текст цел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словами, осознанно и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разитель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читать по ролям; находить в тексте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 и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явном виде; понимать смысл использованных в тексте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разных выражений; давать характеристику главным гер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ям сказки с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использованием художественно-выразительных средств данн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находить главную мысль в произведении; на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нове прочитанного делать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сложный вывод; отгадывать загадки; объяснять пословицы; работать с иллюстрацией к произведению;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русским народным сказкам.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            слушанию 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вильному, осозна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выразител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ному чтению текста целыми словами;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вчитыванию в текст и работе с содерж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нием сказки;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характ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ристики главных герое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определению 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чтению по ролям;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риванию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и соотнесению ее с содержанием прочитанного;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борочному переск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зу эпизода сказки.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осуществ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гнозировать со-держание сказки по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ее заголовку; понимать содержание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сказки;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характеристику главных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героев; находить в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сте фактическую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формацию, заданную в явном 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неявном виде;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выявлять основные типы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персонажей сказки и устанавливать связь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жду ними и хо-дом 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бытий; делить текст сказки на смысловые части;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отличать народную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сказку от других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жанров литературы; сравнивать произведения, относ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щиеся к разным видам искусства;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ствовать в парной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 по составлению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рактеристики главных героев;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читать по ролям;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свое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выборочно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сказывать сказку.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русским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родным 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Понимание того, что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фольклор есть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общечелов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ческих нра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ственных правил.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6 – 9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 народная сказка «Лиса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Волк».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5 № 1,2,3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русской народной сказк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«Лиса и Волк» и с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цией к ней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Рачева;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знания детей о жанре сказки; 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знание о том, что фольклор есть выражение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щечеловеческих нравственных правил;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совершенствовать умение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слушать художественное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изведение;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читать текст цел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словами, осознанно и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читать по ролям; находить в тексте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 и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явном виде; понимать смысл использованных в тексте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разных выраже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ний; давать характеристику главным гер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ям сказки с использованием художественно-выразительных средств данн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находить главную мысль в произведении; на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нове прочитанного делать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сложный вывод; отгадывать загадки; объяснять пословицы; работать с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иллюстрацией к произведению;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русским народным сказкам.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            слушанию 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вильному, осозна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выразител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чтению текста целыми словами; вчитыванию в текст и работе с содерж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сказки;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характ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ристики главных героев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ния; определению 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чтению по ролям;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риванию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и соотнесению ее с содержанием прочитанного;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борочному переск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зу эпизода сказки.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ь, понимать и решать учебные задачи урока, осуществлять 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гнозировать со-держание сказки по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ее заголовку; понимать содержание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сказки;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характеристику главных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героев; находить в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сте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фактическую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формацию, заданную в явном 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неявном виде; выявлять основные типы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персонажей сказки и устанавливать связь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жду ними и хо-дом 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бытий; делить текст сказки на смысловые части;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отличать народную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сказку от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других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жанров литературы; сравнивать произведения, относ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щиеся к разным видам искусства;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ствовать в парной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 по составлению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рактеристики главных героев;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читать по ролям;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свое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к прочит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выборочно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сказывать сказку.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русским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родным 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 того, что фольклор есть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общечеловеческих нравственных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правил.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6 – 9 + тетрадь с. 7 № 5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 народная сказка «Лиса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Волк».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творчества.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7 № 4,6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русской народной сказкой «Лиса и Волк» и с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цией к ней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Рачева;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совершенствовать знания детей о жанре сказки;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знание о том, что фольклор есть выражение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щечеловеческих нравственных правил;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слушать художественное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изведение; читать текст цел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словами, осознанно и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худ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го текста; читать по ролям; находить в тексте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 и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явном виде; понимать смысл использованных в тексте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разных выражений; давать характеристику главным гер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ям сказки с использованием художественно-выразительных средств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данн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находить главную мысль в произведении; на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нове прочитанного делать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сложный вывод; отгадывать загадки; объяснять пословицы; работать с иллюстрацией к произведению;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русским народн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ым сказкам.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            слушанию и правильному, осознанному, выразительному чтению текста целыми словами; вчитыванию в текст и работе с содержанием сказки; составлению характеристики главных героев произведения; определению главной мысли произве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дения; чтению по ролям;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рассматриванию иллюстрации и соотнесению ее с содержанием прочитанного; выборочному пересказу эпизода сказки.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осуществлять 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гнозировать со-держание сказки по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ее заголовку; понимать содержание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сказки;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характеристику главных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героев; находить в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сте фактическую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формацию, заданную в явном и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неявном виде; выявлять основные типы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персонажей сказки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устанавл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ивать связь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жду ними и хо-дом 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бытий; делить текст сказки на смысловые части;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отличать народную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сказку от других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жанров литературы; сравнивать произведения, относ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щиеся к разным видам искусства;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ствовать в парной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 по составлению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рактеристики главных героев;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читать по ролям;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свое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выборочно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сказывать сказку.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русским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родным 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Понимание того, что фольклор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есть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общечеловеческих нравственных правил.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6 – 9 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 наро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наяСказка «Петух и бобовое зе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нышко».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 чтения и анализа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11- 13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русской народной сказкой «Петух и бобовое зерны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ко»»; 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 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жанием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читать по ролям; понимать смысл использова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в тексте образных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жений; давать характеристику главным героям сказки с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пользованием художественно- выразительных средств данн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определять главную мысль произведен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ия; сравн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сказки, объяснять поя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ление вариантов народных сказок; на основе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делать несложный вывод;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• развивать интерес к русским народным сказкам.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вч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тыванию в текст и 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сказки;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стики главных гер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ев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мысли 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чтению по ролям; рассматр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ванию иллюстрации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соотнесению ее с содержанием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нного; кратк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 пересказу текста позаданному 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осуществлять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сказки по ее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званию;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держание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прочитанной сказки; составлять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рактеристику главных героев произведения; объяснять значение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понятных выражений при помощи словаря;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выявлять основные типы персонажей сказки и устанавливать связь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жду ними и ходом соб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тий; находить в сказке повторы; 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ить текст сказки на смысловые части;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ную мысль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отличать народную сказку от других жанров литературы; сравнивать близкие по сюжету 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ки; формулировать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читать по ролям; 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лировать свое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про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читанному; кратко пересказывать текст по заданному пл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русским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того, что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фольклор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есть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общеч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ловеческих нравственных правил.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11 – 13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 народная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 «Петух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Бобовое зернышко».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творчества.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8 № 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русской народной сказкой «Петух и бобовое зерны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ко»»; 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шенствовать умение читать текст целыми словами, 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читать по ролям; понимать смысл использова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в тексте образных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жений; давать характеристику главным героям 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азки с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пользованием художественно- выразительных средств данн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определять главную мысль произведения; сравн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сказки, объяснять поя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ление вариантов народных сказок; на основе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делать несложный вывод;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русским народным сказкам.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вч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тыванию в текст и 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сказки;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стики главных гер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ев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определению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мысли 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чтению по ролям; рассматр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ванию иллюстрации 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соотнесению ее с содержанием прочитанного; краткому пересказу текста позаданному плану..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урока, осуществлять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контроль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Познавательные: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сказки по ее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званию;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прочитанной сказки; составлять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рактеристику главных героев произведения; объяснять значение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понятных выражений при помощи словаря;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выявлят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основные типы персонажей сказки и устанавливать связь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жду ними и ходом соб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тий; находить в сказке повторы; делить текст сказки на смысловые части;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мысль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отличать народную сказку от других жанров литературы; сравнивать 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лизкие по сюжету 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ки; формулировать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читать по ролям; формулировать свое отношение к прочитанному; кратко пересказывать текст по заданному плану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русским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того, что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фольклор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есть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общеч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ловеческих нравственных правил.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11 – 13 + тетрадь с. 8 №1,2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Мексиканская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народная сказка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«Вежливый кр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 чтения и анализа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13 – 15 пересказ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мексиканской народной 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кой «Вежливый кролик»;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знания о народных сказках (сказках о животных);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совершенствовать умение читать текст целыми словами,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ваться в художественное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изведение; читать по ролям; работать со словарем;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смысл использованных в тексте образных выражений; давать характеристику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героям;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мысль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едения; 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лать несложный вывод на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нове прочитанного; переск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зывать текст по плану;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 к сказкам народов мира.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вч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тыванию в текст и 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азки;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стики главных гер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ев; определению 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чтению по ролям;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риванию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и соотнесению ее с содержанием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пересказу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 заданному 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осуществлять 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прочитанной сказки; составлять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главного героя; объя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нять значение непоня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ных слов и выражений при помощи словаря; выявлять основные типы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персонажей сказки и устанавливать связь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жду ними и ходом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событий; отвечать на вопросы по содерж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мысль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давать свой загол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вок произведению;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ределять характерные признаки народной сказки; 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тивной работе по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стики главного героя сказки; читать по ролям; пересказывать текст по за-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сказкам на-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родов мира.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важности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вежливого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общения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любой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жизненной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ситуации.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Необходим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 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вильные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шения в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исках вы-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хода из 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бой опасной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ситуации 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13 - 15 + тетрадь с. 9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Шибаев «Сказ-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вспомнить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нужно».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15 - 16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со стихотворением А. Шибаева «Сказку вспомнить нужно»;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 и выразительн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замысел, понимать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главную мысль текста;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несложные выводы; узнавать сказки по опорным словам; выстраивать логич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ские цепи расс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уждений;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любовь к 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произведения; узн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ванию сказок по опорным словам; определению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ной мысли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рассматрив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иллюстрации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тексту и соотнес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ее с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стихотворен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чиурока, осуществлять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замысел; узн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сказки по опорным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вам; сравнивать сказки; выстраивать логические цепи рассуждений; на основе прочитанного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слушать ответы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классников; определять авторское отношение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Сказкам.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15 – 16 + тетрадь с. 10 – 11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Горький    «Воробьишко».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слушания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16 - 19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произведением М. Горького «Воробьишко»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; • совершенствовать знания детей о жанре рассказа;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умение слушать произведение и читать текст целыми слвами, осознанно и выра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произведения; читать по ролям; находить в тексте информацию, заданную в явном и неявном виде; пони-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смысл использованных в тексте образных выражений; давать характеристику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ным героям рассказа;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главную мысль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на основе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го делать несложный вывод; объяснять значение сложных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слов;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М. Горького;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ответственность за свои поступки.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я: слуш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 правильному,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осознанному,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зительному чтению текста целыми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вами; анализу худо-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жественного текста;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теристики главных героев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чтению по ролям; пересказу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текста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нному 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 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 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воспринимать на слух художественный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текст; понимать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прочитанно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произведения;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характеристику главных героев; восст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навливать последов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тельность событий, оп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санных в рассказе; нах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дить в тексте фактич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скую информацию,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в явном и нея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ном виде; определять главную мысль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давать свое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прочитанному рассказу;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авторское отношение и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 прочитанному; переск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зывать текст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Горького. Чувство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ветственн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 за свои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поступки.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16 -19 + тетрадь с. 11 № 1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Горький    «Воробьишко».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12 № 3,4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произведением М. Горького «Воробьишк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о»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; • совершенствовать знания детей о жанре рассказа;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слушать произведение и 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тать текст целыми слвами, осознанно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произведения; читать по ролям; находить в тексте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ацию, заданную в явном и неявном виде; пони-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смысл использованных в тексте образных выражений; давать характеристику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героям рассказа;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главную мысль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на основе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делать несложный вывод; объяснять значение слож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слов;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М. Горького;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ответственность за свои поступки.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слуш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 правильному,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осознанному,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зительному чтению текста целыми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вами; анализу худо-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жественног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 текста;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теристики главных героев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чтению по ролям; пересказу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текста по заданному 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принимать, понимать и решать учебные задачи урока, осуществлять контроль своих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 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воспринимать на слух художественный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текст; понимать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прочитанного произведения;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характеристику главных героев; восст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навливать последов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тельность событий, оп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санных в рассказе; нах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дить в тексте фактич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скую информацию,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в явном и нея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 виде; определять главную мысль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давать свое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звание прочитанному рассказу;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авторское отношение и формули-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 прочитанному; переска-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зывать текст по задан-ному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Горького. Чувство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ветственн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 за свои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поступки.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16 – 19 + тетрадь с. 11 № 2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Черный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«Кто?».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20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со стихотворением С. Черного «Кто?»;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поэтического произведения;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замысел, понимать главную мысль текста;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несложные выводы; выстраивать логические цепи рассуждений;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С. Черного.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стихотворения;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делению концевых созвучий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мы;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характеристики главного героя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выразительному чтению стихотвор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 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зусть; рассматрив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иллюстрации к тексту и со-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отнесению ее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ебные задачи урока, 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замысел;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теризовать главного 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понимать роль интонации в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даче смысла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выстр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аивать лог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ческие цепи рассужд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ний;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слушать ответы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классников; определять авторское отношение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Черного.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20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Басня.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И. Крылов «Слон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Моська».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21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басней И. Крылова «Слон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Мось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знания детей о жанре басни;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 и выразительно;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ваться в текст басни; отвечать на вопросы по содержанию произведения; находить в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сте крылатые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ыражения; 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характеристику главным героям басни;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замысел, мораль ба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ни; понимать главную мысль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текста; формулировать на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нове прочитанного несложные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 творчеству И.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Крылова.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басни; выявлению иносказательного басни; составлению характеристики главных героев произведения;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ределению морали басни; рассматрив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иллюстрации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 тексту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ее с содерж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нием басни;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зительному чтению басни; заучиванию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басни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 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понимать содержание художественного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определять авторс-кий замысел; характеризовать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героев произведения; отвечать на вопросы к тексту; выявлять 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сказательный смысл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басни; определять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раль басни; находить в тексте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басни крылатые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жения; выстраивать 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гические цепи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ассу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дений;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«басня», «мораль басни», «крылатое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ражение»; участвовать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коллективном обсу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дении поставленной проблемы; определять авторское отношение к героям произведения.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И. Крылова.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Отрицател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забиякам.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21 + тетрадь с. 15 – 16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Сухомлинский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«Пусть будут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Соловей и Жук».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чтения и анализа             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23 - 24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басней В. Сухомлинского «Пусть будут и Соловей и Жук»;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знания детей о басне, крылатых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ражениях;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 целыми словами,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правильно и выразительно;      • развивать умения: работать с содержанием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текста; понимать смысл сложных слов и выражений; давать характеристику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героям басни; определять авторский замысел, понимать главную мысль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кста; сопо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тавлять произведения одного жанра; формулировать 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основе прочитанного несло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В. Сухомлинского.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           правильному,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нанному и выраз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тельному чтению текста целыми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вами; работе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басни; выявлению иноск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зательного смысла басни; составлению характеристики  главных героев; определению мор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 басни;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риванию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к тексту и соо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несению ее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басни; чтению по ролям; заучиванию басни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 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замысел;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теризовать главных 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роев произведения;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являть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иносказательный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смысл басни; определять 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раль басни; находить в тексте басни крылатые выражения; сравнивать басню со сказкой и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сказом; выстраивать логические цепи расс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ждений; на основе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«басня» и «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мораль басни»;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торское отношение и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Сухомли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ценности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каждого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живого сущ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23- 24 + тетрадь с. 17-18 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Астафьев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«Куропатка и   машина».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24 - 25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Познакомить    учащихся с рассказом В. Астафьева «Кур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опатка и машина»;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знания детей о жанре рассказа;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читать текст целыми словами, правильно и выразительно;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вчитываться в художественное произведение; работать с содержанием текста; оценивать 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ытия и героев произведения; определять главную мысль произведе-ния; высказывать собственное мнение о прочитанном;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интерес к творчеству В. Астафьева;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бережное отношение к животным.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ному, осознанному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лизу художестве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теристики главных героев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и их поступков;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мысли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пересказу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текста по задан-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 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Регулятивные: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понимать и решать учебные задачи урока,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контроль своих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действий.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прогнозировать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текста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его названию;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понимать содержание прочитан-ного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произведения; составлять характерис-тику главных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героев произведения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пос-тупков;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ставить вопросы к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тексту; определять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главную мысль произведения; давать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свое название прочитан-ному рассказу;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оцени-вать события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героев рассказа;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формулировать вывод.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значение понятия «рассказ»; участвовать в парной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работе по обсуждению поставленной проблемы;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формулировать свое отношение к прочитан-ному; пересказывать текст по заданному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Астафьева.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Бережное отношение к животным.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24 – 25 + тетрадь с. 19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Внеклассное   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Рассказы о 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вотных.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внеклассн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 о живот-ных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умение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читать книги на заданную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 работать с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детской книгой: ориентир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ваться в книге по оглавлению; прогнозировать содержание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книги по названию; отличать сборник произведений разных авторов от книги одного пис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теля; выбирать из предложе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книг те, которые соотве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ствуют теме; давать краткую аннотаци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 прочитанной кн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 о животных;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ценностное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самостоятельному 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lastRenderedPageBreak/>
              <w:t>Научатся: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выбору детской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книги по теме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урока;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самостоятельному чтению книг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на з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данную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тему;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ставлению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краткой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lastRenderedPageBreak/>
              <w:t>аннотации п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роч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танной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 проверять себя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находить в библиотеке книгу по заданной теме;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ориентироваться в книге по названию и оглавл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нию;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готовить выбра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книгу для выставки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 по теме урока;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личать сборник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ведений разных авторов от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книги одного писателя; сравнивать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жанров на одну тему; делать выв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ды по теме урока.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краткую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нотацию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прочитанной книги с опорой на ее содержание и иллюстра-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Понимание ценности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самостоятель-ного чтения.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Интерес к рассказам о животных.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Обобщение по теме «Наша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обобщения и систематиз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20 № 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Обобщить и       системат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зировать знания учащихся по теме раздела «Наша природа»;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развивать умения: правильно называть художественные произведения; узнавать их по предлагаемым отрывкам или по вопросам к их содержанию; высказывать и обосновывать свое мнение о прочитанных произведениях; создавать 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ственные иллюстрации к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познавательную активность;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в содержании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изученных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 по теме «Н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ша природа»;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литературного произведения по заданным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рам; узнаванию ху-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дожеств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енного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текста по 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урока; проверять себя и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оценивать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носить содержание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 с 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учебной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задачей; сравнивать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события и ге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роев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изученных произ-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ведений; разгадывать тематический крос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ворд;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групповом обсуждении 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проблемы, слушать ответы одноклассников; контролировать и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действия партн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и интерес к уроку лит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 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26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К. Паустовский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«Барсучий нос» (отрывок).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27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Контролировать уровень сформиро-  ванности 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тельских умений на примере работы с отрывком из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едения К. Паустовского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«Барсучий нос»;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осущест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само-контроль; соотн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сить способ действия и его результат; вносить необход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мые коррективы в план и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 действия;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увере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в своих знаниях.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Научатся: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   проверять свои умения и знания по изученной теме;        читать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венный текст в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данном темпе и на заданное 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мать, понимать и решать учебные задачи урока; планировать свою 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тельность на основе осознаваемых целей;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редвосхищать пром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жуточные и конечные результаты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вий;                  проверять себя и самостоятельно оценивать свои дост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жения; вносить необх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димые коррективы в план и способ 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 ув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ренности в своих знан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с.27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Резервный урок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(занятие вне-классным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или литер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турный праз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ник).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Семейное чт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Д. Мамин-Сибиряк «Сказка про храброго зайца –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длинные уши, косые глаза, 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роткий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хвост».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28 - 31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слушанию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28 – 31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1559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Времена года</w:t>
            </w:r>
          </w:p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(37ч)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6795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«Времена года».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Пословицы 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ме, весне, лете, осени.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Вводный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33 - 35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темой нового раздела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«Времена года»; с пословиц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о зиме, весне, лете, осени;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со шмуц-титулом книги; на-ходить необходимую инфо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мацию; разгадывать ребусы;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пословицы;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общие признаки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виц; соотносить пословицу с иллюстрацией;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собности, речь;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ориентации в новом разделе учебника; работе со шмуцт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тулом книги;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использованию прикнижного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варя, чтению цел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словами и 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яснению смысла пословиц по теме урока; соотнесению содержания посл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вицы с конкретной стороной жизни или явления;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рассказа по за-данной теме.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принимать, понимать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решать учебные задачи урока, выполнять и 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тролировать свои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вия по заданному обра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цу.                              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раздела книги; рассматривать шмуцт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тул; ориентироваться в учебной книге по усло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обозначе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ниям; на-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ходить и выделять нео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ходимую информацию; понимать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словиц; сравнивать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словицы и определять их общие признаки;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гадывать ребусы по теме урока; понимать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прочитанного художественного текста;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отвечать на вопросы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тексту.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ставленной проблемы; составлять рассказ о временах года.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уроку литературн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чтения.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пословицам.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 во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хищения кр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сотой прир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ды в разные времена года.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бник с. 33 - 35 + тетрадь с. 23 - 24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«Зима».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Загадки и закли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 о зиме.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П. Рожнова «З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ма- Прибериха».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36 - 37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темой подраздела учебника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«Зима», с загадками, закли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ками, рассказом П. Рожновой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«Зима-Прибериха»;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 содержанием текстов разных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жанров литературы;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лять тему произведения,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смысл непонятных слов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выражений; сопоставлять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 разных жанров;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на основе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несложные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творческое воо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ражение; формироват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звуко-вую культуру речи;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малым фольклорным жанрам – зага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 и закличкам.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текста,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художественного текста; пониманию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роли ритма в за-клич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ке; выделению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концевых созвучий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рифмы;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нахождению в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сте рассказа опис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зимы;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рассказа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 наизусть загадок и закличек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задачи урока, проверять себя и 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прочитанных загадок, закличек и рассказа; определять тему про-изведения; определять отличительные особе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ности загадок, закличек и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ассказа; видеть связь между ритмом и смы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лом; составлять опис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зимы, опираясь на прочитанные тексты; сравнивать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жанров о зиме; выстраивать лог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ческие цепи рассужд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ний;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яснять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значение понятий «закличка» и «опис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ние»; участвовать в учебном диалоге;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сказывать о зиме.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малым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фольклорным жанрам – загадкам и закличкам. Звуковая культура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 красотой зимней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36 – 37 + тетрадь с.24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Народные прим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 о зиме.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Маршак «Д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кабрь» (отрывок), «Январь»,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«Февраль» (о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рывок).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37 -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38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понятием «народная прим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 стихотворениями С. 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шака «Декабрь», «Январь», «Февраль», с репродукцией картины И. Шишкина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«Первый снег»;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лыми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текстов разных жанров; определять смысл непонятных слов и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сопоставлять произведения разных жанров; соотносить содержание прочитанных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стов с репродукцией картины; формулировать на основе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итанного несложные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наро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приметам, к творчеству С. Маршака;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• воспитывать чувство восх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щения красотой зимней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 с содержанием народных примет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характ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ристики главного героя; выделению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концевых созвучий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рифмы; выраз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тельному чтению стихо-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заучив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стихотворения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риванию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репроду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картины и со-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отнесению ее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текста.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 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венного произведения; 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ъяснять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народные приметы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 зиме;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смысл непонятных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 и выражений при помощи словаря;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теризовать главного 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роя произведения;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нимать роль интонации в передаче смысла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сопоставлять произведения разных видов искусства; на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 прочитанного 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нятия «народная прим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та»; участвовать в 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лективном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обсуждении 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проблемы.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народным приметам.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Марша 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Восхищение красотой зимней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37 – 38 + тетрадь с. 25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Н. Некрасов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«Мороз, Красный нос» (отрывок из поэмы).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40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отрывком из поэмы Н. Некр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сова «Мороз, Красный нос»;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це-лыми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• развивать умения: работать с содержанием поэтического произведения;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определять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авторский замысел, понимать главную мысль произведения; выстраивать логические цепи рассуждений; формулировать на основе прочитанного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сложные выводы; читать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рывок из поэмы выразительно наизусть;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Н. Некрасова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жанием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составлению характеристики главного героя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риванию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к тексту и со-отнесению ее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я; выделению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концевых созвучий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рифмы; 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отрывка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прогнозировать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сдержа-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произведения по его заголовку; понимать содержание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произведения;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делять авторский зам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характеризовать глав-ного героя; видеть связь между ритмом и смы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лом; понимать роль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тонации в передаче смысла произведения; отвечать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 вопросы к тексту; выстраивать 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гические цепи рассу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мысль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коллек-тивном обсуждении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ставленной проблемы; определять авторское отношение к герою.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Н. Некрасова.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 красотой зимней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40 + тетрадь с. 26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Бианки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«Холодно в лесу, холодно!».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41 - 42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   учащихся с рассказом В. Бианки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«Хлодно в лесу, холодно!»;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знания детей о жанре рассказа;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целыми словами правильно, осознанно и выр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зительно;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• развивать умения: вчит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ваться в произведение;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тать с содержанием рассказа; состав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характеристику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родных изменений зимой;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ределять главную мысль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объяснять обра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выражения; высказывать свое мнение о прочитанном;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В. Бианки;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бережное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природе.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художественного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характ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ристики зимнего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леса;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выборочному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пересказу текста.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дения; характеризовать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зимний лес; ставить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просы к тексту;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лять главную мысль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давать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свое название рассказу; 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 работе по составлению описания зимнего леса;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высказывать свое мнение о прочитанном;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выборочно пересказ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текст.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 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Бианки.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 важности оказания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мощи живо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в зимние холода.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41 – 42 + тетрадь с. 27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Пушкин «Ев-гений Онегин» (отрывок из рома- на), «Зимний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чер» (отрывок из стихотворения).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42 –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отрывками из произведений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Пушкина «Евгений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Онегин» и «Зимний вечер»;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це-лыми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поэтических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произведений;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замысел, понимать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главную мысль текста;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произведения одного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автора; формулировать на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нове прочитанного несложные выводы; выстраивать логиче-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ские цепи рассуждений;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А. Пушкина;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любовь к зи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ней природе.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характ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ристики зимы и зимних забав;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делению главной мысли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рассматрив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иллюстрации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тексту и соотнес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ее с содерж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нием произведения; выделению конц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вых созвучий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урока,осуществлять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замысел;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теризовать зиму и зи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забавы; видеть связь между ритмом и смы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лом; понимать роль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тонации в передаче смысла произведения; отвечат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на вопросы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тексту; сопоставлять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одного автора; выстраивать 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гические цепи рассу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дений;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слушать ответы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классников; определять авторское отношение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свое отношение к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Пушкина.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зимней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42 – 43  + тетрадь с.28 – 29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Баратынский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«Где сладкий шепот…» (отр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вок).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44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   учащихся с отрывком из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 Е. Баратынского «Где слад-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кий шепот…»;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поэтического произведения; определять эмоциональный строй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ения; понимать главную мысль произведения; сравн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произведения разных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торов, посвященные одной теме; формулировать на осн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 прочитанного несложные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выводы; выстраивать логич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ские цепи рассуждений;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Е. Баратынского;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оспитывать любовь к зи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ней природе.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 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составлению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характеристики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зимы и зимних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бав;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риванию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к тексту и соот-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несению ее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выделению концевых созвучий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 рифмы; 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 осуществлять контро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определять эм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циональный строй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хотворения;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зовать зиму; понимать роль интонации в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даче смысла стихотво-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рения; сравнивать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 разных авт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ров,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посвященные одной теме; выстраивать лог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ческие цепи рассужд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ний;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авторское отношение и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 прочитанному.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Бараты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имней при-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44 + тетрадь с. 30 № 1,2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Пляцковский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«Какая бывает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зима».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45 - 46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сказкой М. Пляцковского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«Какая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бывает зима»;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це-лыми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прозаического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определять жанр произведения по извес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признакам; читать по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лям; оценива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ть события и 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роев произведения; находить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главную мысль 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нии; высказывать собственное мнение о прочитанном;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интерес к чтению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сказок, к творчеству М. Пляц-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ковского;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любовь к зи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ней природе.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ному,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терных признаков зимы;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чтению по ролям; краткому пересказу текста.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прочитанной сказки; определять признаки авторской сказки; наз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характерные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знаки зимы; определять главную мысль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отлича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скую сказку от наро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ной; сравнивать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 разных жанров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 одну тему;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 работе по определению характерных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признаков зимы; читать по ролям;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вать свое отношение к прочитанному;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кратко пересказывать текст.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Пляц-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ковского.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зимней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Учебникс. 45 – 46 + тетрадь с.30 - 31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Внеклассное   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Рассказы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сказки 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зиме.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рассказов о зиме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умение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читать книги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звивать умения: работать с детской книгой, прогнозиро-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ее содержание по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нию, отличать сборник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ведений разных авторов от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книги одного писателя; выб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рать из предложенных книг те,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которые соответствуют теме; составлять краткую аннот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нной книги;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 и сказкам о зиме;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ценностное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самостоятельному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выбору детской книги по  теме урока;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стоятельному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книг на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тему;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краткой 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тации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прочитанной книги.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проверять себя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самостоятельно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находить в библиотеке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книгу по заданной теме; ориентироваться в книге по названию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оглавл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нию; готовить выбра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книгу для выставки книг по теме урока в классе; отличать сбо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ник произведений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авторов от книги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одного писателя;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произведения разных жанров на одну тему; делать выводы по теме урока.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краткую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нотацию прочитанной книги с опорой на ее содержание и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ценности самосто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сказкам о зиме.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Обобщение по  теме «Зима».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систематизации.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32 № 5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Обобщить и систематизир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знания учащихся по теме раздела «Зима»;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правильно называть художественные произведения, узнавать их по предлагаемым отрывкам или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 вопросам к их содержанию, высказывать и обосновывать свое мнение о прочитанных произведениях; создавать 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ственные иллюстрации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разделу;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познавательну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 активность;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в содержании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изученных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 по теме «З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ма»; определению названия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дения по заданным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ориентирам;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узнаванию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по 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урока; проверять себя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самостоятельно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соотносить содержание произведения с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ленной учебной задачей;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сравнивать события и героев изученных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изведений; разгадывать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тематический крос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ворд;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групповом обсуждении 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проблемы, слушать ответы одноклассников;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и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действия партн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Положи-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интерес к уроку лит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Пришвин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«Первый мороз».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46 - 49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Контролировать уровень сформированности читател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ских умений на примере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 с произведением М.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швина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«Первый мороз»;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осущест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самоконтроль; соотн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сить способ действия и его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результат; вносить необход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мые коррективы в план и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 действия;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увере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в своих знаниях.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проверять свои умения и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ния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 изученной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теме; читать худ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жественный текст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заданном темпе и на заданное 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урока; планировать свою деятельность на основе осознаваемых целей;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предвосхищать пром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жуточные и конечные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результаты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вий; проверять себя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достижения; вносить необходимые коррективы в план и способ 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уверенности в своих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46 - 49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102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Семейное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 народная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 «Моро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ко»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«Весна».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Загадки, заклич-ки, народные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поверья о весне.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 чтения и анализа             художественного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50 - 51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   учащихся с темой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одраздела учебника «Весна», с загадками, закли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ками, народными поверьями о весне;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нанно и выразительно, целыми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текстов разных жанров; вчитываться в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ведения, объяснять смысл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понятных слов и выражений; сопоставлять произведения разных жанров;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на основе прочитанного несложные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загадкам и закличкам.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чтению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произведения;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ниманию роли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ма в закличке;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делению концевых созвучий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объяснению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народных примет о весне; составлению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 на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тему; заучив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нию наизусть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док и закличек.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проверять себя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самостоятельно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понимать содержание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 xml:space="preserve">прочитанных загадок, закличек и народных поверий; определять отличительные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особе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загадок, закличек и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родных поверий;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видеть связь между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мом и смыслом;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роль интонации в передаче смысла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составлять описание весны, опир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ясь на прочитанные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сты; объяснять наро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приметы о весне; сопоставлять произ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жанров о весне;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выстраивать логические цепи рассуждений; на основе прочитанного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«закличка» и «н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родное поверье»;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учебном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диалоге; формулировать свое отношение к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рассказ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о весне.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малым фоль-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клорным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жанрам –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загадкам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закличкам.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Звуковая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культура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речи.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весенней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50 – 51 + тетрадь с. 33 - 34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Скребицкий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«Весна».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51-53 пересказ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рассказом Г. Скребицкого «Весна»;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рассказ о весне по опорным словам из текста; находить главную мысль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произведении; высказывать соб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ственное мнение о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танном;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Г. Скребицкого;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восх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щения красотой весеннего леса.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боте с содержанием рассказа;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характерных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признаков весенн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леса;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тво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ческому пересказу текста от имени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лесного жителя с использованием опорных слов.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рассказа; определять характерные признаки весеннего 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са; выявлять основные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типы персонажей и 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танавливать связь между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ними и ходом событий; ставить вопросы к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сказу;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мысль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сравнивать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 разных жанров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 одну тему;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по определению характерных признаков весеннего леса;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весенней природе;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пересказыв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ать текст от имени лесного жителя, используя опорные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Скреби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 красотой и неповтор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мостью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сеннего леса.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51 – 53  + тетрадь с. 35 – 38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Аксаков «За-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писки ружейного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охотника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Оренбургской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губернии»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(отрывок).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У.с. 53 -54 Т. с  40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Познакомить с отрывком из произведения С. Аксакова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«Записки ружейного охотника Оренбургской губернии», с репродукцией картины А. Саврасова «Грачи прилетели»;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ивать умения: работать с содержанием прозаического произведения; определять жанр произведения по извес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признакам; рассматр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репродукцию картины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сопоставлять ее с содерж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нием прочитанного; на основе прочитанного определять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знаки весны; находить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мысль в произведении; высказывать собственное мн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о прочитанном;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С. Аксакова;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восх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щения красотой весеннего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леса.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рассказа;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характерных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признаков весны;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мысли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рассматрив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репродукции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картины и сопо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тавлению ее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пересказу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близко к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прочитанного рассказа; определять характерные признаки весны; нах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дить в тексте фактич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скую информацию,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в явном виде;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давать свое название рассказу; ставить вопр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сы к рассказу;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главную мысль произведения; сравн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произведения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жанров на одну 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му; сопоставлять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 разных видов искусства;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работе по составлению характеристики весны;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пересказывать произведение близко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Аксакова.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весеннего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леса.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53 - 54 + тетрадь с. 38- 39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Жуковский «Жаворонок».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55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В. Жуковск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«Жаворонок»;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поэтического произведения;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замысел, главную мысль текста; сравнивать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 разны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 жанров на одну тему; выстраивать лог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ческие цепи рассуждений; объяснять смысл образных выражений; формулировать 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основе прочитанного несло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В. Жуковского;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восх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щения красотой весны.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стихотворения;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терных признаков весны;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рассма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риванию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к тексту и соо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несению ее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анием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танного; выделению концевых созвучий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 рифмы; 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прогнозировать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 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прочитанного произведения;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авторский замысел;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называть характерные признаки весны;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роль интонации 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передаче смысла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отвечать на вопросы к тексту;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произведе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жанров на одну тему; выстраивать лог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ческие цепи рассужд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ний;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слушать ответы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классников; определять авторское отношение к природе.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 В. Жуковского.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весны.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55  + тетрадь с. 41 – 42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Рассказы о весне.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рассказа о весне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Формировать умение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читать книги на заданную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детской книгой, прогнозир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ее содержание по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нию, отличать сборник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ведений разных авторов от книги одного писателя; выб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рать из предложенных книг те,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которые соответс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твуют теме; составлять краткую аннот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 прочитанной книги;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 о весне;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ценностное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самостоятельному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выбору детской книги по теме урока;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стоятельному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книг на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ему;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краткой 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тации прочитанной книги.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проверять себя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самостоятельно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находить в библиотеке книгу по заданной теме;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 xml:space="preserve">ориентироваться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книге по названию и оглавл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нию; готовить выбра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книгу для выставки книг в классе; отличать сборник произведений разных авторов от книги одного писателя;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произведения разных жанров на одну тему; делать выводы по теме урока.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краткую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нотацию прочитанной книги с опорой на ее содержание и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Понимание ценности самосто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тельного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рассказам о весне.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Обобщение по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теме «Весна».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систематизации.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43 № 5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Обобщить и систематизир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знания учащихся по теме «Весна»;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правильно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называть художественные произведения, узнавать их по предлагаемым отрывкам или по вопросам к их содержанию, высказывать и обосновывать свое мнение о прочитанных произведениях; создавать 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ственные иллюстрации к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познавательную активнос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в содержании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изученных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 по теме «Весна»;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названия лит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по заданным ориентирам;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узнаванию худож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по 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решать учебные задачи урока; проверять себя и 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соотносить содержание произведения с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ленной учебной задачей; сравнивать события и героев изученных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изведений;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разгадывать тематический крос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ворд;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групповом обсуждении 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проблемы, слушать ответы одноклассников;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и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действия партн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и интерес к уроку лит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И. Соколов-Ми-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китов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«Черемуха».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56 - 59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Контролировать уровень сформированности читател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ских умений на примере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ты с произведением И. Сок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а-Микитова «Черемуха»;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осущест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самоконтроль; соотн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сить способ действия и его результат; вносить необход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мые коррективы в план и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действия;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увере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в своих знаниях.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 xml:space="preserve">Научатся: проверять свои умения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по изученной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теме; читать худ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жественный текст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заданном темпе и на заданное 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принимать, понимать и решать учебные задачи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урока; планировать свою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деятельность на основе осознаваемых целей; предвосхищать пром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жуточные и конечные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результаты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вий; проверять себя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достижения; вносить необходимые коррективы в план и способ 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Чувство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уверенности в своих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ниях.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56 - 59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Семейное чт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 народная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Сказка «Снег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рочка».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«Лето».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Загадки и песни 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Лете.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Урок-утренник.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59 - 60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темой подраздела учебника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«Лето», с загадками и песнями о лете;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тгад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загадки; называть их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щий признак; определять тему загадок; применять получе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знания о своеобразии жанров заклички, приговорки, считалки;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познавательную активность и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загадкам и народны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 песням;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положительное отношение к урокам литер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подгото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ке к участию в 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курсе; публичному выступлению.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решать учебные задачи урока; соотносить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внешнюю оценку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самооценку.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прочитанных загадок, закличек и песни;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делять отличительные особенности загадок и народных поверий;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деть связь между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мом и смыслом;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роль интонации в передаче смысла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ведения; состав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описание лета, опираясь на прочитанные тексты; объяснять народные приметы о лете; сопо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тавлять произведения разных жанров о лете;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выстраивать логические цепи рассуждений; на основе прочитанного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участвовать в конкурсе; до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говариваться с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классниками и слушать их выступления;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выступление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классников.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фолькло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жанрам – загадкам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песням.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Положител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и интерес к уроку лит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уверенности в своих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59 – 60 + тетрадь с. 44 – 46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Скребицкий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«Лето».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60 – 62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учащихся с рассказом Г. Скребицкого «Лето», с репродукцией 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тины Б. Кустодиева «Сен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кос»;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произведения;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составлять рассказ о лете по опорным словам из текста; находить главную мысль 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нии; высказывать собственное мнение о прочитанном;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произведения разных видов искусства;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творчеств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 Г. Скребицкого;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восх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щения красотой лета.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 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рассказа;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делению характе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признаков лета;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рассматриванию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репродукции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картины и со-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отнесению ее 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произведением;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пересказу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 заданному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чиурока; 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понимать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содержание прочитанного рассказа; определять характерные признаки лета; находить в тексте фактическую информацию, заданную в явном виде; давать свое название рассказу; определять главную мысль произведения; сравнивать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жанров 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одну тем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у; сопоставлять произведения разных видов искусства;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по определению характерных признаков лета; формулировать свое отношение к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читанному; пересказ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 по заданному пл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Скреби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кого. Восх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лета.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60 – 62 + тетрадь с. 46 – 47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Л. Толстой «Ка-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кая бывает роса на траве».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 чтения и анализа             художественного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63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 рассказом Л. Толстого «Какая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бывает роса на траве», с 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бым типом текста – описан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произведения; определять признаки рассказа-опис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ания; пересказывать текст;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главную мысль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высказывать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собственное мнение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 прочитанном; сравнивать произведения разных жанров о лете;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интереск творчес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ву Л. Толстого.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рассказа-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описания;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описания росы на траве;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сказу произведения близко к тексту.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урока,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осуществлят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рассказа; определять авторский замысел; составлять описание росы на траве; давать свое название рассказу; определять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главную мысль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понятия «рассказ-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описание»;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свое отношение к прочитанному; переск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зывать произведение близко к тексту.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Л. Толстого.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росы на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траве.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63  + тетрадь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47-48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Майков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«Летний дождь».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П. Рожнова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«Июнь», «А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густ».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Маршак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«Июль».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У. с. 64 – 65 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Познакомить учащихся с произведениями А. Майкова «Летний дождь», П. Рожновой «Июнь», «Август», С. Марш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 «Июль»;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произве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образные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понимать главную мысль;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сопоставлять произведения о лете; формулировать 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основе прочитанного несло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творческое воо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ражение;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русских писателей;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 восх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щения красотой летней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теристики летних месяцев;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сказу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близко к тексту.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прочитанного; характ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ризовать летние месяцы; находить в тексте фа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тическую информацию,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аданную в явном виде;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ставить вопросы к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сказу; определять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мысль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сопоставлять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 на одну тему; 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нятия «рассказ- опис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ние»; участвовать в па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работе по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 характеристики летних месяцев; 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лировать свое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прочитанному;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пересказывать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дение близко к тексту.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русских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сателей.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летней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64 – 65  + тетрадь с. 48- 51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Исаковский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«Попрощаться 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Теплым летом…»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66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со стихотворением М.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Исако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ского «Попрощаться с теплым летом…»;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работать с содержанием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этического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авторский зам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сел, понимать главную мысль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произведения; объяснять чу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ства лирического героя;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несложные выводы; выстраивать логические цепи рассуждений; объяснять уст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ревшие слова с помощью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варя;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творчеству М. Исаковского.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стихотворения;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хождению в тексте слов и выражений, характеризующих чувства автора;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мысли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выдел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концевых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звучий стихотво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строк и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рифмы;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рассказа на заданную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прочитанного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замысел; объя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нять слова и выражения из текста; отвечать на вопросы к тексту; выд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концевые созвучия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стихотворных строк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видеть рифму; 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лировать несложный вывод о 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определять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авторское отношение и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 прочитанному;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устное высказыв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о своем прощании с летом.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Исако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летней при-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66 + тетрадь с. 51 - 52 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Рассказы о лете.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о лете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умение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читать книги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 детской книгой, прогнозир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ее содержание по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нию, отличать сборник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ведений разных авторов от книги одного писателя; выб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рать из предложенных книг те,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которые соответствуют теме; составлять краткую аннот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 прочитанной книги;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терес к расск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 о лете;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ценностное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самостоятельному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выбору детской книги по теме урока;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самостоятельному чтению книг на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кра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кой аннотации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читанной книги.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проверять себя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самостоятельно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находить в библиотеке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книгу по заданной теме; ориентироваться в книге по названию и оглавл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нию; готовить выбра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книгу для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выставки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 по теме урока в классе; отличать сбо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ник произведений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ных авторов от книги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одного писателя;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произведения разных жанров на одну тему; делать выводы по теме урока.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краткую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нотацию прочитанной книги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опорой на ее содержание и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Ценности самосто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тельного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рассказам о лете.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Тетрадь с. 53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Обобщение по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теме «Лето».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систематизации.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54 № 6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Обобщить и систематизир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знания учащихся по теме  «Лето»;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правильно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называть художественные произведения, узнавать их по предлагаемым отрывкам или по вопросам к их содержанию, высказывать и обосновывать свое мнение о прочитанных произведениях; создавать 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ственные иллюстрации к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познавательную активнос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урокам литературного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ориентации 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содержании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изученных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дений по теме «Л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то»; определению названия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по заданным ориентирам;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узнаванию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по 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решать учебные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дачи урока; проверять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себя и самостоятельно оценивать свои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соотносить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с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ленной учебной задачей; сравнивать события и героев изученных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изведений; разгадывать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тематический крос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ворд;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групповом обсуждении 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проблемы, слушать ответы одноклассников;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и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действия партн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Положи-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интерес к уроку лит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3251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Э. Шим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«Муравейник».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67 - 69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Контролировать уровень сформированности читател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ских умений на примере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 с произведением Э. Шима «Муравейник»;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умение осущест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самоконтроль; соотн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сить способ действия и его результат; вносить необход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коррективы в план и способ действия;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увере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в своих знаниях.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проверять свои умения и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по изученной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теме; читать худ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жественный текст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 заданном темпе и на заданное 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урока; планировать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свою деятельность 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основе осознаваемых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целей; предвосхищать промежуточные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и конечные результаты своих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действий;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проверять себя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достижения; вносить необходимые коррективы в план и способ 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уверенности в своих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67- 69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Семейное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Пришвин «З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лотой луг».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«Осень».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Загадки об осени.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Приговорка.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И. Соколов-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Микитов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«Золотая осень».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69 – 71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акомить учащихся с темой подраздела учебника «Осень», с загадками об 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ни, приговоркой, с рас-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сказом И. Соколова-Микитова «Золотая осень»;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отать с содержанием художественных текстов; вчитываться в текст произведения, понимать смысл слов и выражений;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ределять авторский замысел, главную мысль текста; сопо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тавлять произведения разных жанров об осени;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на основе прочитанного неслож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отгадывать загадки;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И. Соколова-Микитова.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разных жанров;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произведения;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ниманию роли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 в приговорке; выделению конц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вых созвучий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нахождению в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сте рассказа опис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осени;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рассказа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 наизусть загадки и пригово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принимать, понимать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решать учебные задачи урока, проверять себя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прочитанных загадок, приговорки и рассказа-описания; понимать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личительные особенн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 этих жанров; видеть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связь между ритмом и смы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слом; понимать роль интонации в передаче смысла произведения; называть характерные признаки осени, опир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ясь на прочитанные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сты; сравнивать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 разных жанров об осени; выстраивать логические цепи расс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ждений; на основе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делать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значение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нятий «загадка», «пр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говорка» и «рассказ-описание»; участвовать в учебном диалоге;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сказывать об осени.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И. Соколо-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ва-Мики-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загадкам,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приговор-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 и рас-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сказам об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осени.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осенней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69 – 71  + тетрадь с. 56 -57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Маршак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«Сентябрь»,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«Октябрь».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Твардовский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«Лес осенью».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71 – 73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учащихся со стихотворениями С. Маршака «Сентябрь», «Октябрь», А. Твардовского «Лес осенью»;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поэтических произведений; объ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яснять смысл непонятных слов и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ражений; 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ский замысел, главную мысль текста; сопоставлять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разных авторов об 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ни; формулировать 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основе прочитанного несло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речь, творческие способности;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С. Маршака, А. Твардо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ского.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делению концевых созвучий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составлению рассказа на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замысел; нах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дить в тексте факт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скую информацию,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в явном виде; выделять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концевые созвучия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 ив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деть рифму;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несло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ный вывод о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 ти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 обсуждении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торское отношение к приро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де; составлять устное высказывание об осени.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Маршака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А. Твардо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осенней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71 - 73 + тетрадь с. 57- 58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Скребицкий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«Осень».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73 - 75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рассказом Г. Скребицкого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«Осень», с репроду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кцией 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тины И. Левитана «Золотая осень»;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работать с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содержанием произведения;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рассказ об осени по опорным словам из текста;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ять главную мысль произведения; высказывать собственное мнение о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танном; сравнивать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разных жанров об 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ни; сопоставлять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разных видов искусства;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творчеству Г. Скребицк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ого.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рассказа;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характеристики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осеннего леса;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ределению главной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мысли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выборочному пересказу текста; рассматриванию репродукции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карт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 и сопоставлению ее с содержанием текста.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рассказа;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ределять авторский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 xml:space="preserve">мысел; характеризовать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осенний лес; находить в тексте фактическую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формацию, заданную в явном виде; давать свое название рассказу;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вить вопросы к рассказу; определять главную мысль произведения; формулировать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по составлению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характеристики осенн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леса;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торское отношение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свое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выборочно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пересказывать текст.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Г. Скреби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осеннего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леса.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73 – 75  + тетрадь с. 58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 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Плещеев «Скучная кар-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тина!..».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76 – 77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со стихотворением А.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Плещеева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«Скучная картина!..», с репр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дукцией картины И. Левитана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«Осень. Усадьба»;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работать с содержанием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этического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произведения; объяснять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смысл слов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выражений; понимать главную мысль произведения; 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лировать на основе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 несложные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творчеству А. Плещеева.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выделению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концевых созвучий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рифмы;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рассказа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урока,осуществлять контроль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отвечать 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вопросы к тексту; выд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концевые созвучия стихотворных строк и видеть рифму; 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лировать несложный вывод о 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коллети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 обсуждении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жания прочитанного;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составлять устное высказывание об осени.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Плещеева.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осенней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76 – 77 + тетрадь с. 60- 61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Есенин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«Нивы сжаты,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рощи голы…».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78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С. Есенина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«Нивы сжаты, рощи голы…»;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поэтического произведения;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замысел, главную мысль текста; формулировать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 основе прочитанного выв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ды; выстраивать логические цепи рассуждений;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С. Есенина.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ному, осознанному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выделению конц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вых соз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вучий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стихотворных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строк и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рифмы;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заучиванию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стихотворения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принимать, понимать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решать учебные задачи 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венного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определять авторский замысел; находить в тексте фактическую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формацию, заданную в явном виде; выделять концевые созвучия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хотворных строк и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деть рифму; формулир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несложный вывод 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авторское от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и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свое отношение к прочитанному.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С. Есенина.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осенней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природы.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Учебникс. 78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тетрадь с. 61- 62 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Русская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народная сказка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«Мужик и ме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ведь».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78 - 80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• Познакомить учащихся с русской народной сказкой «Мужик и медведь»;                        • совершенствовать знания детей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народной сказке; формировать понимание того, что фольклор есть выражение общечеловеческих нравствен-ных правил;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читать текст правильно, осознанно и выразительно, 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работать с содержанием произведе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по ролям; находить в тексте информацию, заданную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явном и неявном виде; понимать смысл использован-ных в тексте образных выра-жений; давать характеристику главным героям сказки с использованием художествен-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но- выразительных средств данного тек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ста; находить главную мысль в произве-дении; на основе прочитан ного делать вывод; работать со словарем;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творческие способности;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любовь к русским народным сказкам.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сказки;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стики главных гер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ев;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мысли; чтению сказки по ролям; пересказу текста по заданному 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принимать, понимать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учебные задачи 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ока, осущест-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влять контроль своих действий.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понимать содержание прочитанной сказки; составлять характерис-тику главных героев произведения; находить в тексте фактическую информацию, заданную в явном и неявном виде; определ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ять главную мысль произведения; формулировать вывод.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парной работе по составлению характеристики главных героев; формулировать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свое отношение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прочитанному; пересказывать текст по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заданному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Любовь к русским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родным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 того, что фольклор есть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общечелвеч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нравственых правил.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78 - 80 + тетрадь с. 63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Внеклассное чтение.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Русские писатели об осени.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внеклассного 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 об осени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   умение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читать книги на заданную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умения: работать с детской книгой, прогнозир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ее содержание по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нию, отличать сборник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ведений разных авторов от книги одного писателя; выб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рать из предложенных книг те, которые соответствуют теме; составлять краткую аннот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 прочитанной кни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дениям об осени;                                 • воспитывать ценностное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самостоятельному 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Научатся:            выбору детской книги по теме ур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ка; самостоятельн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 чтению книг на заданную тему;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ставлению краткой аннотации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танной книги.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 урока, проверять себя и самостоятельно оцени-вать свои достижения.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находить в библиотеке книгу по заданной теме; ориентироваться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книге по названию и оглавле-нию; готовить выбран-ную книгу для выставки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книг по теме урока в классе; отличать сбор-ник произведений раз-ных авторов от книги одного писателя; сравни-вать произведения разных жанров на одну тему; делать выводы по теме урока.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краткую ан-нотацию прочитанной книги с опорой на ее содержание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иллюстративный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Интерес 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произведениям об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осени.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Понима-ние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ценности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самостоятельного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теме «Осень».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обобщения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64 № 5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Обобщить и систематизиро-вать знания учащихся по теме «Осень»;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правильно называть художественные произведения, узнавать их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предлагаемым отрывкам или по вопросам к их содержанию,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высказывать и обосновывать свое мнение о прочитанных произведениях; создавать собственные иллюстрации 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разделу;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познавательную активность,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повышать интерес к урокам литературного чтения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Научатся: ориентации в содержании изучен-ных произведений по теме «Осень»;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Определению назва-ния художествен-ного текста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заданным ориентирам; узнаванию произве-дения по 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урока;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проверять себя и самостоятельно оцени-вать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соотносить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произведения с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ленной учебной задачей; сравнивать события и героев изученных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изведений; разгадывать тематический крос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ворд;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групповом обсуждении поставлен-ной проблемы, слушать ответы одноклассников;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и оцени-вать действия партнера.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тельное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интерес к уроку литератур-ного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Пришвин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«Осинкам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холодно».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80 - 84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Контролировать уровень сформированности читател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ских умений на примере раб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ты с произведением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Пришвина «Осинкам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лодно»;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умение осущест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самоконтроль; соотн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сить способ действия и его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результат; вносить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необходимые коррективы в план и способ действия;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увере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ности в своих знаниях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проверять свои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умени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 и знания по изученной теме; читать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венный текст в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данном темпе и на заданное 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урока; планировать свою деятельность на основе осознаваемых целей; предвосхищать промежуточные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конечные результаты своих действий; проверять себя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оцени-вать свои достижения; вносить необходимые коррективы в план и способ 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Чувство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уверенности в своих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80 – 84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Семейное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 Болтогаев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«Осенний</w:t>
            </w:r>
          </w:p>
          <w:p w:rsidR="000D6C31" w:rsidRDefault="00BA52E3">
            <w:pPr>
              <w:pStyle w:val="Standard"/>
              <w:tabs>
                <w:tab w:val="left" w:pos="108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полет».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Интерес 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слушанию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 теме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«Времена года».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систематизации.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 о временах года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Обобщить и систематизир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знания учащихся по теме раздела «Времена года»;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правильно называть художественные произведения, узнавать их по предлагаемым отрывкам или по вопросам к их содержанию; высказывать и обосновывать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свое мнение о прочитанных произведениях, о репродукц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ях картин; восстанавливать попамяти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пределения из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ченных литературных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тий; читать наизусть любимые стихотворения о временах года;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познавательную активность;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повышать интерес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Научатся: ориентации в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изученных произведений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«Времена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года»;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названия художественного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текста по заданным ориентирам;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узнаванию про- изведения по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урока; проверять себя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соотносить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с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ленной учебной задачей; сравнивать события и героев изученных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изведений; разгадывать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тематический крос-сворд;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в групповом обсуждении поставле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ной проблемы, слушать ответы одноклассников;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и оц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действия партн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Положи-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уроку лит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85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Резервный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(занятие внеклассным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или литерату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ный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праздник)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1559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Мы трудимся</w:t>
            </w:r>
          </w:p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(12ч)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«Мы трудимся».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Пословицы о труде.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Вводный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87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Познакомить учащихся с темой нового раздела «Мы трудимся»;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совершенствовать умение читать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текст правильно, осознанно и выразительно, 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умения: работать со шмуцтитулом книги; разгадывать ребусы, объяснять пословицы, определять общие признаки пословиц, объеди-нять пословицы в группы; находить необходимую информацию;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азвивать интерес к пословицам;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воспитывать положительное отношение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ниманию прямого и переносного смысла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пословиц; соотнес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содержания 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словицы с 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кретной стороной жизни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или явления; ориентации в новой теме; рассматрива-нию шмуцтитула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книги; использова-нию прикнижного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словаря; составле-нию устного высказывания на за-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данную тему.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 выполнять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контролировать свои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действия по заданному образцу.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раздела книги; рассматривать шмуцт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тул; ориентироваться в учебной книге по усло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обозначениям; на-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ходить необходимую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информацию; понимать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рямой и переносный смысл пословиц; соо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носить содержание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вицы с конкретной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роной жизни или явл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определять общие признаки пословиц;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гадывать ребусы по теме урока.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коллти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 обсуждении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ленной проблемы;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ставлять устное выск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зывание по теме урока.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Пословицам.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тельное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уроку ли-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тературного чтения.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труда в жизни каждого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87 + тетрадь с. 65 - 66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Дж. Родари «Чем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Пахнут ремес-ла?».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 88 - 89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Дж. Родари «Чем пахнут ремесла?», с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продукцией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картины И. Фи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сова «Юный живописец»;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объяснять смысл заглавия стихотвор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определять жанр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 по известным призн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кам; рассматривать репроду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 картины и сопоставлять ее 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прочитанным произведением; находить в тексте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виде; определять главную мысль произведения; выск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зывать собственное мнение 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 творчеству Дж. Родари.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выделению конц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вых созвучий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стихотворных строк и определен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ию рифмы; рассматр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ванию репродукции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картины и сопо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тавлению ее с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держанием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 на за-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 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произведения по его названию; понимать содержание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го; 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ский замысел; находить в тексте информацию, заданную в явном виде;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выделять концевые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звучия стихотворных строк и видеть рифму; отвечать на вопросы 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тексту; сопоставлять произведения разных видов искусства;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несложный вывод о 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коллети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 обсуждении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жания прочитанного; формулировать свое отношение к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ному; рассказывать о профессии мамы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или папы.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Дж. Родари.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важности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значимости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каждой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фессии.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Отрицател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от-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лодырям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бездельн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88 - 89 + тетрадь с. 66 -67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В. Даль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«Ось и чека».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91 - 93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рассказом В. Даля «Ось и 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рассказа;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характеристику главных героев; определять главную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мысль произведения; находить в тексте пословицы и 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говор-ки; высказывать собственное мнение о прочитанном; объя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нять с помощью словаря 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чение устаревших слов;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план рассказа;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В. Даля.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ному, осознанному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рассказа;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характеристики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героев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 испол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зованию прикни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ного словаря; пер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сказу текста по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ставленному плану; пониманию прямого и переносного смысла пословиц;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соотнесе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держания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цы с конкретной сторо- ной жизни или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явления.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принимать, понимать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прочитанного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венного произведения;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характер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стику главных героев; определять авторский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замысел; находить в тексте фактическую 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формацию, заданную в явном виде; объяснять значение устаревших слов с помощью Толк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вого словаря; ставить вопросы к тексту;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делять главную мысль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зведения; понимать прямой и переносный смысл пословиц;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вывод.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 работе по составлению характеристики главных героев;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торское отношение и формулировать свое от-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му;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пересказывать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 по составленному плану.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В. Даля.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важности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оказания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помощи 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дям в тру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минуту.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91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93 + тетрадь с. 67 -68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Погореловский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«Слава хлебу».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 94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С. Погор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ловского «Слава хлебу»;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совершенствовать умение читать текст правильно,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стихотворения;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объяснять название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находить в тексте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ные слова и выражения;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определять основную мысль произведения; работать с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ными источниками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ции; определять эмоционал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ный строй стихотворения;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сказывать собственное мнение о прочитанном; подбирать пословицы и загадки по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данной теме;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С. Погореловского;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уважение к профессии хлебороба.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пра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произведения;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делению концевых созвучий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творных строк и опреде-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лению рифмы;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сматриванию илл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страции к тексту и сопоставлению ее с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содержанием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рассказа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тему;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учиванию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 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контроль своих дейс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 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объяснять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ние текста; определять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авторский замысел;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делять концевые созв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чия стихотворных строк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видеть рифму; отв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чать на вопросы к те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сту; сопоставлять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ведения разных авторов на одну тему;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несложный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вод о 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 прочитанного;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к хлебу; высказ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собственную точку зрения на прочитанное; рассказывать о профе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сии хлебороба.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Погоре-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ловского.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хлеба в жи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каждого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человека.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значимости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профессии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хлебороба.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94 + тетрадь с. 69 № 1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 Митяев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«Как хлеб ищут».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Ю. Тувим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«Всё для всех».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96 - 97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произведениями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А. Митяева «Как хлеб ищут», Ю. Тувима «Всё для всех»;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объяснять смысл непонятных слов и в ражений; 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ский замысел, главную мысль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текста; сопоставлять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 разных жанров; подб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рать к тексту пословицу;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на основе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танного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А. Митяева, Ю. Тувима;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уважение к 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ду людей разных профессий.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боте с содержанием произведения; об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яснению непоня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слов и выраж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ний при помощи словаря; определ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главной мысли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ка,осуществлять кон-троль своих действий.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прогнозировать содер-жание текста по его заголовку; понимать содержание прочитан-ного произведения; определять авторский замысел; объяснять значение слов и выраже-ний при помощи слова-ря; выделять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онцевые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созвучия стихотворных строк и видеть рифму; сопоставлять произведе-ния разных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авторов на одну тему; формулиро-вать несложный вывод 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высказывать собстве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ную точку зрения на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прочитанное.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Митяева,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Ю. Тувима.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значения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хлеба в жи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 каждого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человека.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значимости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рабочих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профессий.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96 – 97 + тетрадь с.70 - 71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Э. Огнецвет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«Кто начинает день?».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98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со стихотворением Э. Огнецвет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«Кто начинает день?»;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определять и объяснять авторский замысел;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сопоставлять произведения разн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ых жанров; высказывать собственное мнение о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танном; работать со словарем;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Э. Огнецвет;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уважение к 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дям рабочих профессий.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правильному,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осознанному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работе с содержа-нием стихотворе-ния;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концевых созвучий стихотворных строк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рифмы;составлению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 на задан-ную тему;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заучиванию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стихотворения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наизусть.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   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нимать, понимать и решать учебные задачи урока,осуществлять кон-троль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 по его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головку; понимать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держание прочитанного произведения;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авторский замысел;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выделять концевые 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звучия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стихотворных строк и видеть рифму; отвечать на вопросы к тексту; сопоставлять произведения разных жанров на одну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несло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ный вывод о прочита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прочитанного; высказ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собственную точку зрения на прочитанное; рассказывать о том, «как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начинается мой день».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Э. Огне цвет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значимости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рабочих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профессий.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98 + тетрадь с. 71 – 72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 Пермяк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«Смородинка».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99 - 101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рассказом Е. Пермяка «Сморо-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динка»;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рассказа; нах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дить в тексте информацию,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заданную в явном виде;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смысл использованных 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тексте образных выражений; 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арактеризовать поступки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чувства героев; подтверждать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свою точку зрения выдержк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из текста; объяснять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значение слов с помощью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варя;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Е. Пермяка;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уважение к 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ду 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людям труда.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Научатся: правиль-ному, осознанному и 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текста 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работе с содержа-нием рассказа;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составлению харак-теристики главного героя произведения;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определению глав-ной мысли; исполь-зованию прикниж-ного словаря;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азу текста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заданному плану.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кон-троль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характеризовать поступки и чувства г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роев; 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ский замысел; находить в тексте фактическую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информацию, заданную в явном виде; объяснять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значение слов с пом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щью словаря; ставить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вопросы к тексту; опр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делять главную мысль произведения; формул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вывод и 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тверждать свое мнение выдержками из текста.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по составлению характеристики главного героя; пересказывать текст по заданному пл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Пермяка.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Уважение к труду.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важности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примера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старших в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труде.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99 – 101 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тетрадь с. 73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 Некрасов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«Маяк».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101 - 102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Познакомить учащихся с рассказом А.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Некрасова «М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як»;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рассказа; нах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дить в тексте информацию,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заданную в явном виде; пон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мать смысл использованных в тексте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бразных выражений; характеризовать поступки и чувства героев; подтверждать свою точку зрения выдержк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из текста; кратко переск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зывать текст по плану;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А. Некрасова;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уважение к 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ду смотрителя маяка.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рассказа;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теристики посту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ков и чувств гла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героев;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главной мысли 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ния; использованию прикнижного сл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варя; краткому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казу текста.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кон-троль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художес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венного произведения; характеризовать посту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ки и чувства героев;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ределять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авторский 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мысел, главную мысль произведения; ставить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вопросы к тексту;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вывод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подтверждать свою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точку зрения выдержк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ми из текста.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по составлению характеристики главного героя; определять авто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кое отношение и фо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мулировать свое отн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шение к прочитанному; кратко пересказывать текст.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А. Некра-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важности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профессии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смотрителя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маяка.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101 – 102 + тетрадь с. 74 – 75 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Рассказы и сказки о труде.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Книги о труде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умение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читать книги на за-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умения: работать с детской книгой, прогнозиро-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ее содержание по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нию, отличать сборник произ- ведений разных авторов от книги одного писателя; выб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рать из предложенных книг те, которые соответствуют теме;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составлять краткую аннот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 прочитанной 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расск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 и сказкам о труде;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у детей ценн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стное отношение к самосто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тельному 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 xml:space="preserve">Научатся: выбору детской книги по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теме урока;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стоятельному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книг на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тему;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краткой  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тации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прочитанной книги.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принимать, понимать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решать учебные задачи урока, проверять себя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оцени-вать свои достижения.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библиотеке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книгу по заданной теме; ориентироваться в книге по названию и оглавле-нию;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готовить выбран-ную книгу для выставки книг по теме урока в классе; отличать сбор-ник произведений раз-ных авторов от книги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одного писателя; сра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нивать произведения разных жанров на одну тему; делать выводы по теме урока.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поставленной проблемы; составлять краткую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нотацию прочитанной книги с опорой на ее содержание и иллюстр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ценности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самостоя-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сказкам о труде.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Обобщение по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теме «Мы</w:t>
            </w:r>
          </w:p>
          <w:p w:rsidR="000D6C31" w:rsidRDefault="00BA52E3">
            <w:pPr>
              <w:pStyle w:val="Standard"/>
              <w:spacing w:after="0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трудимся».</w:t>
            </w:r>
          </w:p>
          <w:p w:rsidR="000D6C31" w:rsidRDefault="000D6C31">
            <w:pPr>
              <w:pStyle w:val="Standard"/>
              <w:spacing w:after="0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обобщения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систематизации.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75 № 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Обобщить и систематизир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вать знания учащихся по теме раздела «Мы трудимся»;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развивать у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мения: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правильно называть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художественные произведения, узнавать их по предлагаемым отрывкам или по вопросам к их содержанию, высказывать и обосновывать свое мнение о прочитанных произведениях; создавать со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б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ственные иллюстрации к ра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з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делу;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развивать познав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ательную активность;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повышать интерес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Научатся: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ориент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ции в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содержании изученных произв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дений по теме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«Мы трудимся»;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определению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назв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ния художественн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го текста по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зада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ным ориентирам;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решать учебные задачи урока; проверять себя и самостоятельно оцени-вать свои достижения.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соотносить содержание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 с постав-ленной учебной задачей; сравнивать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 события и героев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изученных произ</w:t>
            </w:r>
            <w:r>
              <w:rPr>
                <w:rFonts w:cs="NewtonC"/>
                <w:kern w:val="0"/>
                <w:sz w:val="20"/>
                <w:szCs w:val="20"/>
              </w:rPr>
              <w:t>-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ведений; разгадывать тематический крос</w:t>
            </w:r>
            <w:r>
              <w:rPr>
                <w:rFonts w:cs="NewtonC"/>
                <w:kern w:val="0"/>
                <w:sz w:val="20"/>
                <w:szCs w:val="20"/>
              </w:rPr>
              <w:t>-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сворд; собирать из смыс</w:t>
            </w:r>
            <w:r>
              <w:rPr>
                <w:rFonts w:cs="NewtonC"/>
                <w:kern w:val="0"/>
                <w:sz w:val="20"/>
                <w:szCs w:val="20"/>
              </w:rPr>
              <w:t>-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ловых частей пословицу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-Bold" w:hAnsi="NewtonC-Bold" w:cs="NewtonC-Bold" w:hint="eastAsia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NewtonC-Bold" w:hAnsi="NewtonC-Bold" w:cs="NewtonC-Bold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участвовать в коллектив</w:t>
            </w:r>
            <w:r>
              <w:rPr>
                <w:rFonts w:cs="NewtonC"/>
                <w:kern w:val="0"/>
                <w:sz w:val="20"/>
                <w:szCs w:val="20"/>
              </w:rPr>
              <w:t>-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ном обсуждении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поста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ленной проблемы; сл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у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шать ответы одноклас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ников;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контролировать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оценивать действия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партнера.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тельное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интерес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лите-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ратурного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103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В. Голявкин «Сорняк».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104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Контролировать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уровень сформированности читател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ь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ских умений на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примере раб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ты с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произведением В. Голя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кина «Сорняк»;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развивать умения: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осущест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лять самоконтроль;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соотн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сить способ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действия и его результат; вносить необход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мые коррективы в план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 сп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соб действия;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воспитывать чувство увере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ности в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своих знаниях.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Нау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чатся: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проверять свои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умения и зн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ния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по изученной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теме;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читать худ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жественный текст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в заданном темпе и на заданное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-Bold" w:hAnsi="NewtonC-Bold" w:cs="NewtonC-Bold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урока; планировать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свою деятельность на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основе осознаваемых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целей;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предвосхищать пром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жуточные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 конечные результаты своих дейс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т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вий;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проверять себя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самостоятельно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оцен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вать свои достижения; вносить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необходимые коррективы в план и способ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Чувство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Уверенности в своих зн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ниях.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104+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(занятие внеклассным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чтением или литературный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праздник).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-Bold" w:hAnsi="NewtonC-Bold" w:cs="NewtonC-Bold"/>
                <w:b/>
                <w:bCs/>
                <w:kern w:val="0"/>
                <w:sz w:val="20"/>
                <w:szCs w:val="20"/>
              </w:rPr>
              <w:t>Семейное чт</w:t>
            </w:r>
            <w:r>
              <w:rPr>
                <w:rFonts w:ascii="NewtonC-Bold" w:hAnsi="NewtonC-Bold" w:cs="NewtonC-Bold"/>
                <w:b/>
                <w:bCs/>
                <w:kern w:val="0"/>
                <w:sz w:val="20"/>
                <w:szCs w:val="20"/>
              </w:rPr>
              <w:t>е</w:t>
            </w:r>
            <w:r>
              <w:rPr>
                <w:rFonts w:ascii="NewtonC-Bold" w:hAnsi="NewtonC-Bold" w:cs="NewtonC-Bold"/>
                <w:b/>
                <w:bCs/>
                <w:kern w:val="0"/>
                <w:sz w:val="20"/>
                <w:szCs w:val="20"/>
              </w:rPr>
              <w:t>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Словенская на-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родная сказка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«Три сына»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104 - 105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слушанию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произвед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104-105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1559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Наше Отечество</w:t>
            </w:r>
          </w:p>
          <w:p w:rsidR="000D6C31" w:rsidRDefault="00BA52E3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(9ч)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«Наше Отечс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т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во».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Пословицы о</w:t>
            </w:r>
          </w:p>
          <w:p w:rsidR="000D6C31" w:rsidRDefault="00BA52E3">
            <w:pPr>
              <w:pStyle w:val="Standard"/>
              <w:spacing w:after="0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Родине.</w:t>
            </w:r>
          </w:p>
          <w:p w:rsidR="000D6C31" w:rsidRDefault="000D6C31">
            <w:pPr>
              <w:pStyle w:val="Standard"/>
              <w:spacing w:after="0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107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Познакомить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учащихся с темой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 нового раздела «Наше Отечество»; с пословицами о Родине;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совершенствовать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умение читать текст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правильно, осо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з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нанно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lastRenderedPageBreak/>
              <w:t>• развивать умения: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работать со шмуцтитулом книги; раз-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гадывать ребусы,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объяснять пословицы,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определять 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бщие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признаки пословиц,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объед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нять пословицы в группы на основе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общего признака; 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ходить необходимую инфо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р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мацию;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развивать интерес к посл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вицам;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воспитывать положительное отношение к урокам литер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lastRenderedPageBreak/>
              <w:t>Научатся: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правил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ь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ному,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осознанному и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чтению текста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ц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лыми словами;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ор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ентации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 новой теме;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рассматрив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нию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шмуцтитула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lastRenderedPageBreak/>
              <w:t>книги;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использов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нию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прикнижного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словаря;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объясн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нию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смысла посл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виц по теме урока;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составлению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ра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сказа на заданную тему.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ешать учебные задачи урока, выполнять и контролировать свои действия по заданному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образцу.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прогнозировать содер-жание раздела книги; рассматривать шмуц-титул; ориентироваться в учебной книге по условным обозначениям, находить необходимую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формацию; понимать прямой и переносный смысл пословиц; соот-носить содержание пословицы с конкретной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стороной жизни или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явления; разгадывать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ребусы по теме урока.</w:t>
            </w:r>
            <w:r>
              <w:rPr>
                <w:rFonts w:ascii="NewtonC-Bold" w:hAnsi="NewtonC-Bold" w:cs="NewtonC-Bold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-Bold" w:hAnsi="NewtonC-Bold" w:cs="NewtonC-Bold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к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тивном обсуждении п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ставленной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проблемы; слушать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ответы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одно</w:t>
            </w:r>
            <w:r>
              <w:rPr>
                <w:rFonts w:cs="NewtonC"/>
                <w:kern w:val="0"/>
                <w:sz w:val="20"/>
                <w:szCs w:val="20"/>
              </w:rPr>
              <w:t>-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классников; рассказать 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своем крае.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Положитель-ное отноше-ние к уроку литературно-го чтения.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Интерес 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пословицам.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Родины в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жизни каждого человека.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107 + тетрадь с. 76 - 77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126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Пришвин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«Моя Родина».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108- 109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 рассказом М. Пришвина «Моя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Родина»;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вчит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ваться в рассказ; работать с содержанием произведения; находить в тексте информ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цию, заданную в явном виде; понимать смысл использова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ных в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тексте образных вы-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ражений; характеризовать природу нашей родины на основе прочитанного; 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тверждать свою точку зрения выдержками из текста;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М. Пришвина;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патриотизм.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правиль-ному, осознанному и 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текста це-лыми словами; работе с содержа-нием рассказа;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составлению ха-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рактеристики при-роды нашей страны на основе прочитан-ного; определению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главной мысли произведения; использованию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прикнижног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словаря; составле-нию рассказа на за-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данную тему.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кон-троль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прогнозировать содер-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жание текста по его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заголовку; понимать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ие прочитанн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произведения; хара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теризовать природу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шей родины на основе прочитанного;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авторский замысел; 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ходить в тексте факт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ческую информацию, заданную в явном виде; объяснять значение слов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 помощью словаря;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ределять главную мысль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оизведения;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вывод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 подтверждать свою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точку зрения выдерж-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ками из текста.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парной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по составлению характеристики природы нашей страны; опред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авторское отнош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ние и формулировать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свое отношение 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читанному; рассказ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о природе родного края.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М. Пришв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природе.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Родине.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108 – 109 + тетрадь с. 77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rPr>
          <w:trHeight w:val="1833"/>
        </w:trPr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Н. Рубцов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«Привет, Россия- Родина моя!..».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109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Н.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Рубцова «Привет, Россия —Родина моя!..»;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работать с содержанием поэтического произведения; определять и объяснять авторский замысел;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сопоставлять произведения разных жанров о Родине; 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ботать с разными источниками информации; объяснять       значение слов; высказывать собственное мнение о проч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танном;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Н. Рубцова;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чувство любви к России.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чатся: правил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 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хотворения; выд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лению концевых созвучий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заучиванию стихотворения 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зуст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сказа на за-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данную тему.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урока,осуществлять кон-троль своих действий.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прочитанного произв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замысел; выд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лять концевы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 созвучия стихотворных строк и видеть рифму; отвечать 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вопросы к тексту; сопо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тавлять произведения разных жанров на одну тему; формулировать не-сложный вывод 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прочитанном.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 прочитанного; высказ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собственную точку зрения на прочитанное; рассказывать о России.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Н. Рубцова.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Любовь к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России.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109 + тетрадь с.78 – 79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Дрожжин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«Привет».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Урок чтения и анализа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художественного произведения.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У. с. 111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стихотворением С. Дрожжина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«Привет»,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 репродукцией картины И. Шишкина «Пол-день. В окрестностях Мос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вы»;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поэтического произведения; определять 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торский замы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сел, главную мысль; высказывать собстве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ное мнение о прочитанном; сопоставлять произведения разных видов искусства;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творческие сп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собности;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С. Дрожжина;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любовь к малой родине.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Научатся: правиль-ном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у, осознанному и выразительному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чтению текста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целыми словами;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работе с содер-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жанием стихот-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ворения; определе-нию главной мысли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произведения; выде-лению концевых со-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звучий стихотвор-ных строк и опреде-лению рифмы; заучиванию стихо-творения наизусть;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рассматриванию репродукции кар-тины и сопостав-лению ее с содержанием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стихотворения.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урока,осуществлять кон-троль своих действий.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содержание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прочитанного художес-твенного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оизведения; определять авторский замысел; выделять концевые созвучия стихотворных строк и видеть рифму; отвечать на вопросы к тексту; сравнивать произведе-ния разных жанров на одну тему; сопоставлять произведения разных видов искусства; форму-лировать несл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ожный вывод о прочитанном.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участвовать в коллек-тивном обсуждении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прочитанного; выска-зывать собственную точку зрения; рассказы-вать о родном крае.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Дрожжи-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на. Любовь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родному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краю.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111 + тетрадь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79 +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129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Есенин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«Береза».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Васильев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«Белая береза».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 чтения и анализа             художественного произведения.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112- 113 наизусть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Познакомить учащихся со стихо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творениями С. Есенина «Береза», С. Васильева «Белая береза»;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совершенствовать умение читать текст правильно, осо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нанно и выразительно, целыми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умения: работать с содержанием поэтических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произведений; вчитываться в текст, объяснять смы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 не-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понятных слов и выражений; определять авторский зам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сел, главную мысль текста; сравнивать произведения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ных авторов на одну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формулировать на основе пр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читанного выводы;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 интерес к творч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ству С. Есенина, С. Васильева.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пра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вил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ному, осознанному и выразительному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текста ц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лыми словами;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работе с содержан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ем стихотворения; определению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главной мысли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произведения; 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делению концевых созвучий стих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творных строк и определению ри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мы; заучиванию стихотворения на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зусть;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составлению ра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сказа на заданную тему.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урока,осуществлять кон-троль своих действий.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 содержание прочитанного художест-венного произведения; определять авторский замысел;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выделять концевые созвучия стихотворных строк и видеть рифму; отвечать на вопросы к тексту; сравнивать произведе-ния разных авторов на одну тему; формулиро-вать несложный вывод о прочитанном.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участвовать в коллектив-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 обсуждении прочи-та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нного; определять авторское отношение и формулировать свое от-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ношение к прочитан-ному; рассказывать 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родном крае.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творчеству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Есенина,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С. Васильева.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Восхищение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красотой 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резы – си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вола России.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112 – 113  + тетрадь с. 80 –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+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Внеклассное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Родине.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внеклассного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 о Родине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Формировать умение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 читать книги на заданную тему;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• развивать умения: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работать с детской книгой, прогнозир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ее содержание по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нию, отличать сборник прои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ведений разных авторов от книги одного писателя; выб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рать из предложенных книг те, которые соответствуют теме; составлять краткую аннот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цию прочитанной книги;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ивать интерес к расск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зам о Родине;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воспитывать ценностное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ношение к самостоятельному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чтению книг.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Научатся: выбору детской книги по теме урока; сам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стоятельному чт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книг на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ную тему; составл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нию краткой анн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тации прочитанной книги.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Регулятивны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 урока, проверять себя и самостоятельно оцени-вать свои достижения.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ходить в библиотеке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книгу по заданной те-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ме; ориентироваться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книге по названию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оглавлению; готовить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выбранную книгу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выставки книг в клас-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се; отличать сборник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произведений разных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авторов от книги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одного писателя;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произведе-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ния разных жанров на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одну тему; делать вы-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воды по теме урока.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участвовать в коллек-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тивном обсуждении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поставленной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блемы; составлять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краткую аннотацию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прочитанной книги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опорой на ее содер-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жание и иллюстра-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тивный ряд.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рассказам о Родине.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Понимание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ценности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самостоя-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lib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en-US"/>
              </w:rPr>
              <w:t>ru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теме «Наше Отечество».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систематизации.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с. 82  № 1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Обобщить и систематизир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знания учащихся по теме раздела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«Наше Отечество»;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ивать умения: правильно называть художественные произведения, узнавать их по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предлагаемым отрывкам или по вопросам к их содержанию, высказывать и обосновывать свое мнение о прочитанных произведениях; создавать со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ственные иллюстрации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разделу;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• развивать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познавательную активность; • повышать инт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рес к урокам литературного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ции в содержании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изученных произве-дений по теме «Н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ше Отечество»;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го текста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ориенти-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рам; узнаванию про-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по 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lastRenderedPageBreak/>
              <w:t>Регулятивные: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принимать, понимать и решать учебные задачи урока; проверять себя 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оцени-вать свои достижения.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Познавательные: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соотносить содержание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произведения с постав-ленной учебной задачей; сравнивать события и героев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изученных произ-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ведений; разгадывать тематический крос-сворд; собирать из смыс-ловых частей пословицу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ставленной проблемы, слушать ответы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классников; контрол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и оцениват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ь 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ствия партнера.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Положи-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тельное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отношение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 интерес к уроку лит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ратурного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114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 Ишимова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«История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России в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рассказах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детей»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(отрывок).</w:t>
            </w:r>
          </w:p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Контрольный урок.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У. с. 115 - 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Контролировать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уровень сформированности чита-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тельских умений на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примере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работы с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отрывком из произ-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NewtonC" w:hAnsi="NewtonC" w:cs="NewtonC" w:hint="eastAsia"/>
                <w:kern w:val="0"/>
                <w:sz w:val="20"/>
                <w:szCs w:val="20"/>
              </w:rPr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ведения А. Ишимовой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«История России в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рассказах для детей»;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развивать умения: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осущест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лять самоконтроль;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соотн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сить способ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действия и его результат; вносить необход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мые коррективы в план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 сп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соб действия;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• воспитывать чувств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 увере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ности в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своих знаниях.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Научатся: проверять свои умения и знания по изученной теме; читать художе-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ственный текст в заданном темпе и на заданное время.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-Bold" w:hAnsi="NewtonC-Bold" w:cs="NewtonC-Bold"/>
                <w:bCs/>
                <w:i/>
                <w:kern w:val="0"/>
                <w:sz w:val="20"/>
                <w:szCs w:val="20"/>
                <w:u w:val="single"/>
              </w:rPr>
              <w:t>Регулятивные:</w:t>
            </w:r>
            <w:r>
              <w:rPr>
                <w:rFonts w:ascii="NewtonC-Bold" w:hAnsi="NewtonC-Bold" w:cs="NewtonC-Bold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cs="NewtonC-Bold"/>
                <w:b/>
                <w:bCs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урока; планировать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свою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 xml:space="preserve"> деятельность на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основе осознаваемых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целей; предвосхищать пром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е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жуточные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 конечные результаты своих дейс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т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вий;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проверять себя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NewtonC" w:hAnsi="NewtonC" w:cs="NewtonC"/>
                <w:kern w:val="0"/>
                <w:sz w:val="20"/>
                <w:szCs w:val="20"/>
              </w:rPr>
              <w:t>самостоятельно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оцен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и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вать свои достижения; вносить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необходимые коррективы в план и способ</w:t>
            </w:r>
            <w:r>
              <w:rPr>
                <w:rFonts w:cs="NewtonC"/>
                <w:kern w:val="0"/>
                <w:sz w:val="20"/>
                <w:szCs w:val="20"/>
              </w:rPr>
              <w:t xml:space="preserve"> </w:t>
            </w:r>
            <w:r>
              <w:rPr>
                <w:rFonts w:ascii="NewtonC" w:hAnsi="NewtonC" w:cs="NewtonC"/>
                <w:kern w:val="0"/>
                <w:sz w:val="20"/>
                <w:szCs w:val="20"/>
              </w:rPr>
              <w:t>действия.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Чувство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уверенности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своих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знаниях.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с. 115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Резервный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(занятие внеклассным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чтением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или литерату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ный праздник).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Семейное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чтение.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Е. Осетров «О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куда Москва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шла».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У. с. 116 - 117</w:t>
            </w: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Интерес к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слушанию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с. 116 - 117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C31" w:rsidTr="000D6C31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-135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Обобщение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lastRenderedPageBreak/>
              <w:t>систематизация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изученного за год.</w:t>
            </w:r>
          </w:p>
          <w:p w:rsidR="000D6C31" w:rsidRDefault="000D6C31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обобщения 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систематизации.</w:t>
            </w:r>
          </w:p>
        </w:tc>
        <w:tc>
          <w:tcPr>
            <w:tcW w:w="1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Обобщить и систематизи-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ровать знания, полученные учащимися при изучении курса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«Литературное чтение» во 2 классе;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умение правильно называть изученные произведения и узнавать их по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предлагаемым отрывкам или по вопросам к их содержанию;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развивать познавательную активность;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• повышать интерес к урокам литературного чтения.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Научатся: ориент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ции в содержании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произведений, из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ченных во 2 классе;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определению назв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ния художественн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го текста по зада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ным ориенти-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рам; узнаванию про-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изведения по</w:t>
            </w:r>
          </w:p>
          <w:p w:rsidR="000D6C31" w:rsidRDefault="00BA52E3">
            <w:pPr>
              <w:pStyle w:val="Standard"/>
              <w:spacing w:after="0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отрывку.</w:t>
            </w:r>
          </w:p>
        </w:tc>
        <w:tc>
          <w:tcPr>
            <w:tcW w:w="2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lastRenderedPageBreak/>
              <w:t>принимать, понимать и решать учебные задачи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урока; проверять себя и самостоятельно оцен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вать свои достижения.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соотносить содержание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произведения с поста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ленной учебной задачей; сопоставлять события и героев изученных произ-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ведений; разгадывать тематический крос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вор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д; собирать из см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словых частей послов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цу по заданной теме.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kern w:val="0"/>
                <w:sz w:val="20"/>
                <w:szCs w:val="20"/>
                <w:u w:val="single"/>
              </w:rPr>
              <w:t>Коммуникативные:</w:t>
            </w:r>
          </w:p>
          <w:p w:rsidR="000D6C31" w:rsidRDefault="00BA52E3">
            <w:pPr>
              <w:widowControl/>
              <w:suppressAutoHyphens w:val="0"/>
              <w:autoSpaceDE w:val="0"/>
              <w:spacing w:after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участвовать в колле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тивном обсуждении п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ставленной проблемы, слушать ответы одн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классников; контрол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ровать и оценивать де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ствия партнера.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Положи-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тельное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интерес к</w:t>
            </w:r>
          </w:p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литературного чтения.</w:t>
            </w:r>
          </w:p>
        </w:tc>
        <w:tc>
          <w:tcPr>
            <w:tcW w:w="2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C31" w:rsidRDefault="00BA52E3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Тетрадь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 82 -90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D6C31" w:rsidRDefault="000D6C31">
            <w:pPr>
              <w:pStyle w:val="Standard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6C31" w:rsidRDefault="00BA52E3">
      <w:pPr>
        <w:pStyle w:val="Standard"/>
      </w:pPr>
      <w:r>
        <w:rPr>
          <w:rFonts w:ascii="Times New Roman" w:hAnsi="Times New Roman" w:cs="Times New Roman"/>
          <w:sz w:val="20"/>
          <w:szCs w:val="20"/>
        </w:rPr>
        <w:lastRenderedPageBreak/>
        <w:br/>
      </w:r>
    </w:p>
    <w:sectPr w:rsidR="000D6C31" w:rsidSect="000D6C31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C31" w:rsidRDefault="000D6C31" w:rsidP="000D6C31">
      <w:pPr>
        <w:spacing w:after="0"/>
      </w:pPr>
      <w:r>
        <w:separator/>
      </w:r>
    </w:p>
  </w:endnote>
  <w:endnote w:type="continuationSeparator" w:id="0">
    <w:p w:rsidR="000D6C31" w:rsidRDefault="000D6C31" w:rsidP="000D6C3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agmaticaC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Newton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NewtonC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C31" w:rsidRDefault="00BA52E3" w:rsidP="000D6C31">
      <w:pPr>
        <w:spacing w:after="0"/>
      </w:pPr>
      <w:r w:rsidRPr="000D6C31">
        <w:rPr>
          <w:color w:val="000000"/>
        </w:rPr>
        <w:separator/>
      </w:r>
    </w:p>
  </w:footnote>
  <w:footnote w:type="continuationSeparator" w:id="0">
    <w:p w:rsidR="000D6C31" w:rsidRDefault="000D6C31" w:rsidP="000D6C3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1FED"/>
    <w:multiLevelType w:val="multilevel"/>
    <w:tmpl w:val="05362A6C"/>
    <w:lvl w:ilvl="0">
      <w:numFmt w:val="bullet"/>
      <w:lvlText w:val="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1">
    <w:nsid w:val="53D42E6F"/>
    <w:multiLevelType w:val="multilevel"/>
    <w:tmpl w:val="47804A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87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0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4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1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13" w:hanging="180"/>
      </w:pPr>
      <w:rPr>
        <w:rFonts w:cs="Times New Roman"/>
      </w:rPr>
    </w:lvl>
  </w:abstractNum>
  <w:abstractNum w:abstractNumId="2">
    <w:nsid w:val="69384BDA"/>
    <w:multiLevelType w:val="multilevel"/>
    <w:tmpl w:val="453EF2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6C31"/>
    <w:rsid w:val="000D6C31"/>
    <w:rsid w:val="00BA5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6C31"/>
    <w:pPr>
      <w:suppressAutoHyphens/>
    </w:pPr>
  </w:style>
  <w:style w:type="paragraph" w:styleId="2">
    <w:name w:val="heading 2"/>
    <w:basedOn w:val="a"/>
    <w:next w:val="a"/>
    <w:rsid w:val="000D6C3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rsid w:val="000D6C3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D6C31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0D6C3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0D6C31"/>
    <w:pPr>
      <w:spacing w:after="120"/>
    </w:pPr>
  </w:style>
  <w:style w:type="paragraph" w:styleId="a3">
    <w:name w:val="List"/>
    <w:basedOn w:val="Textbody"/>
    <w:rsid w:val="000D6C31"/>
    <w:rPr>
      <w:rFonts w:cs="Mangal"/>
    </w:rPr>
  </w:style>
  <w:style w:type="paragraph" w:styleId="a4">
    <w:name w:val="caption"/>
    <w:basedOn w:val="Standard"/>
    <w:rsid w:val="000D6C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0D6C31"/>
    <w:pPr>
      <w:suppressLineNumbers/>
    </w:pPr>
    <w:rPr>
      <w:rFonts w:cs="Mangal"/>
    </w:rPr>
  </w:style>
  <w:style w:type="paragraph" w:styleId="a5">
    <w:name w:val="annotation text"/>
    <w:basedOn w:val="Standard"/>
    <w:rsid w:val="000D6C31"/>
    <w:rPr>
      <w:sz w:val="20"/>
      <w:szCs w:val="20"/>
    </w:rPr>
  </w:style>
  <w:style w:type="paragraph" w:styleId="a6">
    <w:name w:val="annotation subject"/>
    <w:basedOn w:val="a5"/>
    <w:rsid w:val="000D6C31"/>
    <w:rPr>
      <w:b/>
      <w:bCs/>
    </w:rPr>
  </w:style>
  <w:style w:type="paragraph" w:styleId="a7">
    <w:name w:val="Balloon Text"/>
    <w:basedOn w:val="Standard"/>
    <w:rsid w:val="000D6C31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0D6C31"/>
    <w:pPr>
      <w:suppressLineNumbers/>
    </w:pPr>
  </w:style>
  <w:style w:type="paragraph" w:customStyle="1" w:styleId="TableHeading">
    <w:name w:val="Table Heading"/>
    <w:basedOn w:val="TableContents"/>
    <w:rsid w:val="000D6C31"/>
    <w:pPr>
      <w:jc w:val="center"/>
    </w:pPr>
    <w:rPr>
      <w:b/>
      <w:bCs/>
    </w:rPr>
  </w:style>
  <w:style w:type="paragraph" w:styleId="a8">
    <w:name w:val="header"/>
    <w:basedOn w:val="a"/>
    <w:rsid w:val="000D6C31"/>
    <w:pPr>
      <w:tabs>
        <w:tab w:val="center" w:pos="4677"/>
        <w:tab w:val="right" w:pos="9355"/>
      </w:tabs>
      <w:spacing w:after="0"/>
    </w:pPr>
  </w:style>
  <w:style w:type="paragraph" w:styleId="a9">
    <w:name w:val="footer"/>
    <w:basedOn w:val="a"/>
    <w:rsid w:val="000D6C31"/>
    <w:pPr>
      <w:tabs>
        <w:tab w:val="center" w:pos="4677"/>
        <w:tab w:val="right" w:pos="9355"/>
      </w:tabs>
      <w:spacing w:after="0"/>
    </w:pPr>
  </w:style>
  <w:style w:type="character" w:styleId="aa">
    <w:name w:val="annotation reference"/>
    <w:basedOn w:val="a0"/>
    <w:rsid w:val="000D6C31"/>
    <w:rPr>
      <w:sz w:val="16"/>
      <w:szCs w:val="16"/>
    </w:rPr>
  </w:style>
  <w:style w:type="character" w:customStyle="1" w:styleId="ab">
    <w:name w:val="Текст примечания Знак"/>
    <w:basedOn w:val="a0"/>
    <w:rsid w:val="000D6C31"/>
    <w:rPr>
      <w:sz w:val="20"/>
      <w:szCs w:val="20"/>
    </w:rPr>
  </w:style>
  <w:style w:type="character" w:customStyle="1" w:styleId="ac">
    <w:name w:val="Тема примечания Знак"/>
    <w:basedOn w:val="ab"/>
    <w:rsid w:val="000D6C31"/>
    <w:rPr>
      <w:b/>
      <w:bCs/>
      <w:sz w:val="20"/>
      <w:szCs w:val="20"/>
    </w:rPr>
  </w:style>
  <w:style w:type="character" w:customStyle="1" w:styleId="ad">
    <w:name w:val="Текст выноски Знак"/>
    <w:basedOn w:val="a0"/>
    <w:rsid w:val="000D6C31"/>
    <w:rPr>
      <w:rFonts w:ascii="Segoe UI" w:hAnsi="Segoe UI" w:cs="Segoe UI"/>
      <w:sz w:val="18"/>
      <w:szCs w:val="18"/>
    </w:rPr>
  </w:style>
  <w:style w:type="character" w:customStyle="1" w:styleId="ae">
    <w:name w:val="Верхний колонтитул Знак"/>
    <w:basedOn w:val="a0"/>
    <w:rsid w:val="000D6C31"/>
  </w:style>
  <w:style w:type="character" w:customStyle="1" w:styleId="af">
    <w:name w:val="Нижний колонтитул Знак"/>
    <w:basedOn w:val="a0"/>
    <w:rsid w:val="000D6C31"/>
  </w:style>
  <w:style w:type="character" w:customStyle="1" w:styleId="20">
    <w:name w:val="Заголовок 2 Знак"/>
    <w:basedOn w:val="a0"/>
    <w:rsid w:val="000D6C31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rsid w:val="000D6C31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af0">
    <w:name w:val="List Paragraph"/>
    <w:basedOn w:val="a"/>
    <w:rsid w:val="000D6C31"/>
    <w:pPr>
      <w:widowControl/>
      <w:suppressAutoHyphens w:val="0"/>
      <w:spacing w:after="200" w:line="276" w:lineRule="auto"/>
      <w:ind w:left="720"/>
      <w:textAlignment w:val="auto"/>
    </w:pPr>
    <w:rPr>
      <w:rFonts w:eastAsia="Calibri" w:cs="Times New Roman"/>
      <w:kern w:val="0"/>
    </w:rPr>
  </w:style>
  <w:style w:type="character" w:styleId="af1">
    <w:name w:val="Intense Emphasis"/>
    <w:basedOn w:val="a0"/>
    <w:rsid w:val="000D6C31"/>
    <w:rPr>
      <w:i/>
      <w:iCs/>
      <w:color w:val="5B9BD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95</Pages>
  <Words>34887</Words>
  <Characters>198860</Characters>
  <Application>Microsoft Office Word</Application>
  <DocSecurity>0</DocSecurity>
  <Lines>1657</Lines>
  <Paragraphs>466</Paragraphs>
  <ScaleCrop>false</ScaleCrop>
  <Company>RePack by SPecialiST</Company>
  <LinksUpToDate>false</LinksUpToDate>
  <CharactersWithSpaces>233281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Наташа</cp:lastModifiedBy>
  <cp:revision>2</cp:revision>
  <cp:lastPrinted>2015-02-27T07:23:00Z</cp:lastPrinted>
  <dcterms:created xsi:type="dcterms:W3CDTF">2015-12-25T11:15:00Z</dcterms:created>
  <dcterms:modified xsi:type="dcterms:W3CDTF">2015-12-25T11:15:00Z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